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F6B3F8D" w:rsidR="00F422D3" w:rsidRDefault="00F422D3" w:rsidP="00B42F40">
      <w:pPr>
        <w:pStyle w:val="Titul2"/>
      </w:pPr>
      <w:r>
        <w:t>Název zakázky: „</w:t>
      </w:r>
      <w:r w:rsidR="0009173D" w:rsidRPr="0009173D">
        <w:t xml:space="preserve">Oprava napájení </w:t>
      </w:r>
      <w:proofErr w:type="spellStart"/>
      <w:r w:rsidR="0009173D" w:rsidRPr="0009173D">
        <w:t>zab</w:t>
      </w:r>
      <w:proofErr w:type="spellEnd"/>
      <w:r w:rsidR="0009173D" w:rsidRPr="0009173D">
        <w:t>. zař. v ŽST Ostrava Bartovice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E746E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7978B97" w:rsidR="00F24489" w:rsidRDefault="00F24489" w:rsidP="0009173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09173D">
        <w:t>23210</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09173D" w:rsidRPr="0009173D">
        <w:rPr>
          <w:b/>
        </w:rPr>
        <w:t xml:space="preserve">Oprava napájení </w:t>
      </w:r>
      <w:proofErr w:type="spellStart"/>
      <w:r w:rsidR="0009173D" w:rsidRPr="0009173D">
        <w:rPr>
          <w:b/>
        </w:rPr>
        <w:t>zab</w:t>
      </w:r>
      <w:proofErr w:type="spellEnd"/>
      <w:r w:rsidR="0009173D" w:rsidRPr="0009173D">
        <w:rPr>
          <w:b/>
        </w:rPr>
        <w:t>. zař. v ŽST Ostrava Bartovice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09173D">
        <w:t xml:space="preserve">Rekapitulace </w:t>
      </w:r>
      <w:r w:rsidR="00F24489" w:rsidRPr="0009173D">
        <w:t xml:space="preserve">Ceny Díla dle </w:t>
      </w:r>
      <w:r w:rsidR="00A40CD0" w:rsidRPr="0009173D">
        <w:t xml:space="preserve">objektů </w:t>
      </w:r>
      <w:r w:rsidR="00F24489" w:rsidRPr="0009173D">
        <w:t xml:space="preserve">stavebních </w:t>
      </w:r>
      <w:r w:rsidR="00A40CD0" w:rsidRPr="0009173D">
        <w:t xml:space="preserve">částí </w:t>
      </w:r>
      <w:r w:rsidR="00F24489" w:rsidRPr="0009173D">
        <w:t xml:space="preserve">(SO) a </w:t>
      </w:r>
      <w:r w:rsidR="00A40CD0" w:rsidRPr="0009173D">
        <w:t xml:space="preserve">objektů </w:t>
      </w:r>
      <w:r w:rsidR="00F24489" w:rsidRPr="0009173D">
        <w:t xml:space="preserve">provozních </w:t>
      </w:r>
      <w:r w:rsidR="00A40CD0" w:rsidRPr="0009173D">
        <w:t xml:space="preserve">částí </w:t>
      </w:r>
      <w:r w:rsidR="00F24489" w:rsidRPr="0009173D">
        <w:t>(PS) je uveden</w:t>
      </w:r>
      <w:r w:rsidRPr="0009173D">
        <w:t>a</w:t>
      </w:r>
      <w:r w:rsidR="00F24489" w:rsidRPr="0009173D">
        <w:t xml:space="preserve"> v </w:t>
      </w:r>
      <w:hyperlink w:anchor="ListAnnex04" w:history="1">
        <w:r w:rsidR="00F24489" w:rsidRPr="0009173D">
          <w:rPr>
            <w:rStyle w:val="Hypertextovodkaz"/>
            <w:rFonts w:cs="Calibri"/>
            <w:color w:val="auto"/>
            <w:u w:val="none"/>
          </w:rPr>
          <w:t>Příloze č. 4</w:t>
        </w:r>
      </w:hyperlink>
      <w:r w:rsidR="00F24489" w:rsidRPr="0009173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8A990CE" w:rsidR="00F24489" w:rsidRPr="0009173D" w:rsidRDefault="00F24489" w:rsidP="00F24489">
      <w:pPr>
        <w:pStyle w:val="Textbezslovn"/>
        <w:rPr>
          <w:b/>
        </w:rPr>
      </w:pPr>
      <w:r w:rsidRPr="0009173D">
        <w:rPr>
          <w:b/>
        </w:rPr>
        <w:t xml:space="preserve">Zahájení stavebních prací: dnem předání Staveniště dle odst. 4.1.1 Přílohy </w:t>
      </w:r>
      <w:r w:rsidR="00CE2D17" w:rsidRPr="0009173D">
        <w:rPr>
          <w:b/>
        </w:rPr>
        <w:t>č. 2 b) Smlouvy</w:t>
      </w:r>
      <w:r w:rsidRPr="0009173D">
        <w:rPr>
          <w:b/>
        </w:rPr>
        <w:t>.</w:t>
      </w:r>
    </w:p>
    <w:p w14:paraId="0532BC66" w14:textId="69C20E51" w:rsidR="00F24489" w:rsidRPr="0009173D" w:rsidRDefault="00F24489" w:rsidP="00F24489">
      <w:pPr>
        <w:pStyle w:val="Textbezslovn"/>
        <w:rPr>
          <w:b/>
        </w:rPr>
      </w:pPr>
      <w:r w:rsidRPr="0009173D">
        <w:rPr>
          <w:b/>
        </w:rPr>
        <w:t xml:space="preserve">Celková lhůta pro dokončení Díla činí celkem </w:t>
      </w:r>
      <w:r w:rsidR="0009173D" w:rsidRPr="0009173D">
        <w:rPr>
          <w:b/>
        </w:rPr>
        <w:t>6</w:t>
      </w:r>
      <w:r w:rsidRPr="0009173D">
        <w:rPr>
          <w:b/>
        </w:rPr>
        <w:t xml:space="preserve"> měsíců ode Dne zahájení stavebních prací (dokladem prokazujícím, že Zhotovitel dokončil celé Dílo, je Předávací protokol dle odst. 10.4 Obchodních podmínek).</w:t>
      </w:r>
    </w:p>
    <w:p w14:paraId="067250B4" w14:textId="3840D6CF" w:rsidR="00F24489" w:rsidRDefault="00F24489" w:rsidP="00F24489">
      <w:pPr>
        <w:pStyle w:val="Textbezslovn"/>
      </w:pPr>
      <w:r w:rsidRPr="0009173D">
        <w:t xml:space="preserve">Lhůta pro dokončení stavebních prací činí celkem </w:t>
      </w:r>
      <w:r w:rsidR="0009173D" w:rsidRPr="0009173D">
        <w:rPr>
          <w:b/>
        </w:rPr>
        <w:t>4</w:t>
      </w:r>
      <w:r w:rsidRPr="0009173D">
        <w:rPr>
          <w:b/>
        </w:rPr>
        <w:t xml:space="preserve"> měsíců</w:t>
      </w:r>
      <w:r w:rsidRPr="0009173D">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6A8EACFB" w14:textId="446CCE10" w:rsidR="00F24489" w:rsidRPr="006250E6" w:rsidRDefault="00E746EF" w:rsidP="00F24489">
      <w:pPr>
        <w:pStyle w:val="Textbezslovn"/>
      </w:pPr>
      <w:r>
        <w:t>Předání k</w:t>
      </w:r>
      <w:r w:rsidR="00F24489" w:rsidRPr="00CE2D17">
        <w:t xml:space="preserve">ompletní technické části dokumentace skutečného provedení stavby bude provedeno </w:t>
      </w:r>
      <w:r w:rsidR="00F24489" w:rsidRPr="00E746EF">
        <w:t xml:space="preserve">nejpozději do </w:t>
      </w:r>
      <w:r w:rsidR="0009173D" w:rsidRPr="00E746EF">
        <w:rPr>
          <w:b/>
        </w:rPr>
        <w:t>2</w:t>
      </w:r>
      <w:r w:rsidR="00F24489" w:rsidRPr="00E746EF">
        <w:rPr>
          <w:b/>
        </w:rPr>
        <w:t xml:space="preserve"> měsíců</w:t>
      </w:r>
      <w:r w:rsidR="00F24489" w:rsidRPr="00E746EF">
        <w:t xml:space="preserve"> ode</w:t>
      </w:r>
      <w:r w:rsidR="00F24489" w:rsidRPr="00CE2D17">
        <w:t xml:space="preserve"> dne podpisu posledního Zápisu o předání a převzetí Díla.</w:t>
      </w:r>
    </w:p>
    <w:p w14:paraId="4EA90C5B" w14:textId="4C7B2AD9" w:rsidR="00F24489" w:rsidRPr="003F35F3" w:rsidRDefault="00F24489" w:rsidP="00F24489">
      <w:pPr>
        <w:pStyle w:val="Textbezslovn"/>
      </w:pPr>
      <w:r w:rsidRPr="006250E6">
        <w:lastRenderedPageBreak/>
        <w:t xml:space="preserve">Lhůty stanovené </w:t>
      </w:r>
      <w:r w:rsidR="00587349" w:rsidRPr="006250E6">
        <w:t>v čl. 1.7.3.2 odst. 5 a čl. 1.11.5.1 odst. 3 Technických kvalitativních podmínek staveb státních drah (TKP)</w:t>
      </w:r>
      <w:r w:rsidRPr="006250E6">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FDD4FEE" w14:textId="77777777" w:rsidR="00273269" w:rsidRDefault="00F24489" w:rsidP="006250E6">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5D78F767" w:rsidR="00F24489" w:rsidRDefault="00214C3E" w:rsidP="00273269">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131C158C" w:rsidR="00214C3E" w:rsidRPr="00CE2D17" w:rsidRDefault="00214C3E" w:rsidP="00CE2D17">
      <w:pPr>
        <w:pStyle w:val="Text1-1"/>
      </w:pPr>
      <w:r w:rsidRPr="00CE2D17">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3C14EE">
      <w:pPr>
        <w:pStyle w:val="Odstavec1-1a"/>
        <w:numPr>
          <w:ilvl w:val="0"/>
          <w:numId w:val="15"/>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645EFE1" w:rsidR="00D56478"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E97C05">
        <w:t>.</w:t>
      </w:r>
    </w:p>
    <w:p w14:paraId="7FB065D4" w14:textId="6F5C53C2" w:rsidR="00E97C05" w:rsidRPr="009972D6" w:rsidRDefault="00E97C05" w:rsidP="00E97C05">
      <w:pPr>
        <w:pStyle w:val="Text1-1"/>
      </w:pPr>
      <w:r>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lastRenderedPageBreak/>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40232167"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 xml:space="preserve">znevýhodněných na trhu práce do realizace díla se nepoužijí. Práva a povinnosti smluvních stran s ohledem na </w:t>
      </w:r>
      <w:r w:rsidRPr="009972D6">
        <w:rPr>
          <w:rStyle w:val="Tun"/>
          <w:b w:val="0"/>
        </w:rPr>
        <w:lastRenderedPageBreak/>
        <w:t>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3C14EE">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3C14EE">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3C14EE">
      <w:pPr>
        <w:pStyle w:val="Text1-2"/>
        <w:numPr>
          <w:ilvl w:val="0"/>
          <w:numId w:val="18"/>
        </w:numPr>
        <w:rPr>
          <w:rStyle w:val="Tun"/>
          <w:b w:val="0"/>
        </w:rPr>
      </w:pPr>
      <w:r w:rsidRPr="0010127F">
        <w:rPr>
          <w:rStyle w:val="Tun"/>
          <w:b w:val="0"/>
        </w:rPr>
        <w:t>byl přerušen postup prací na Díle dle článku 3 Obchodních podmínek,</w:t>
      </w:r>
    </w:p>
    <w:p w14:paraId="3DC34DA4" w14:textId="750F82D3" w:rsidR="009972D6" w:rsidRDefault="009972D6" w:rsidP="003C14EE">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E97C0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 xml:space="preserve">rávněn zaměnit osoby znevýhodněné na trhu práce, jejichž zapojení do realizace Díla nabídnul. Takovouto záměnu provádí písemným </w:t>
      </w:r>
      <w:r w:rsidRPr="009972D6">
        <w:rPr>
          <w:rStyle w:val="Tun"/>
          <w:b w:val="0"/>
        </w:rPr>
        <w:lastRenderedPageBreak/>
        <w:t>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E97C05">
        <w:rPr>
          <w:i/>
          <w:color w:val="FF0000"/>
        </w:rPr>
        <w:t>který vyplnil</w:t>
      </w:r>
      <w:r>
        <w:rPr>
          <w:i/>
          <w:color w:val="FF0000"/>
        </w:rPr>
        <w:t xml:space="preserve"> v </w:t>
      </w:r>
      <w:r w:rsidR="00E97C05">
        <w:rPr>
          <w:i/>
          <w:color w:val="FF0000"/>
        </w:rPr>
        <w:t>P</w:t>
      </w:r>
      <w:r>
        <w:rPr>
          <w:i/>
          <w:color w:val="FF0000"/>
        </w:rPr>
        <w:t xml:space="preserve">říloze č. 1 </w:t>
      </w:r>
      <w:r w:rsidR="00E97C05">
        <w:rPr>
          <w:i/>
          <w:color w:val="FF0000"/>
        </w:rPr>
        <w:t>V</w:t>
      </w:r>
      <w:r>
        <w:rPr>
          <w:i/>
          <w:color w:val="FF0000"/>
        </w:rPr>
        <w:t>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1520EF3" w:rsidR="00214C3E" w:rsidRPr="00F97DBD" w:rsidRDefault="00214C3E" w:rsidP="006250E6">
            <w:pPr>
              <w:pStyle w:val="Textbezslovn"/>
              <w:ind w:hanging="136"/>
            </w:pPr>
            <w:r w:rsidRPr="00F97DBD">
              <w:lastRenderedPageBreak/>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E746E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3C14EE">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1FD02F8" w:rsidR="000D2628" w:rsidRPr="0027352F" w:rsidRDefault="00E463D2" w:rsidP="00E463D2">
      <w:pPr>
        <w:pStyle w:val="Odstavec1-1a"/>
        <w:rPr>
          <w:b/>
        </w:rPr>
      </w:pPr>
      <w:r w:rsidRPr="0027352F">
        <w:rPr>
          <w:b/>
        </w:rPr>
        <w:t xml:space="preserve">Zvláštní technické podmínky </w:t>
      </w:r>
      <w:r w:rsidR="000D2628" w:rsidRPr="0027352F">
        <w:rPr>
          <w:b/>
        </w:rPr>
        <w:t xml:space="preserve">ze dne </w:t>
      </w:r>
      <w:r w:rsidR="0027352F" w:rsidRPr="0027352F">
        <w:rPr>
          <w:b/>
        </w:rPr>
        <w:t>6. 11. 2023</w:t>
      </w:r>
      <w:r w:rsidR="000D2628" w:rsidRPr="0027352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3F5679F7" w14:textId="2D52D4A8" w:rsidR="0027352F" w:rsidRPr="00AD6D4F" w:rsidRDefault="00E746EF" w:rsidP="0027352F">
      <w:pPr>
        <w:pStyle w:val="Odrka1-1"/>
      </w:pPr>
      <w:r>
        <w:t>Realizační dokumentace stavby</w:t>
      </w:r>
      <w:r w:rsidR="0027352F">
        <w:t xml:space="preserve"> (</w:t>
      </w:r>
      <w:r>
        <w:t>RDS</w:t>
      </w:r>
      <w:r w:rsidR="0027352F">
        <w:t>)</w:t>
      </w:r>
    </w:p>
    <w:p w14:paraId="7391C1EF" w14:textId="0E8C04AC" w:rsidR="0027352F" w:rsidRPr="00AD6D4F" w:rsidRDefault="0027352F" w:rsidP="0027352F">
      <w:pPr>
        <w:spacing w:after="120"/>
        <w:ind w:left="368" w:firstLine="709"/>
        <w:jc w:val="both"/>
      </w:pPr>
      <w:r>
        <w:t>Název RDS</w:t>
      </w:r>
      <w:r w:rsidRPr="00AD6D4F">
        <w:t>: „</w:t>
      </w:r>
      <w:r w:rsidRPr="0027352F">
        <w:t xml:space="preserve">Oprava napájení </w:t>
      </w:r>
      <w:proofErr w:type="spellStart"/>
      <w:r w:rsidRPr="0027352F">
        <w:t>zab</w:t>
      </w:r>
      <w:proofErr w:type="spellEnd"/>
      <w:r w:rsidRPr="0027352F">
        <w:t>. zař. v ŽST Ostrava Bartovice</w:t>
      </w:r>
      <w:r w:rsidRPr="00AD6D4F">
        <w:t xml:space="preserve">“ </w:t>
      </w:r>
    </w:p>
    <w:p w14:paraId="39C9D96C" w14:textId="039F4EB9" w:rsidR="0027352F" w:rsidRPr="00AD6D4F" w:rsidRDefault="0027352F" w:rsidP="0027352F">
      <w:pPr>
        <w:spacing w:after="120"/>
        <w:ind w:left="1077"/>
        <w:jc w:val="both"/>
      </w:pPr>
      <w:r w:rsidRPr="00AD6D4F">
        <w:t xml:space="preserve">Zpracována obchodní firmou: </w:t>
      </w:r>
      <w:proofErr w:type="spellStart"/>
      <w:r w:rsidR="001409ED" w:rsidRPr="001409ED">
        <w:t>Signal</w:t>
      </w:r>
      <w:proofErr w:type="spellEnd"/>
      <w:r w:rsidR="001409ED" w:rsidRPr="001409ED">
        <w:t xml:space="preserve"> Projekt   s.r.o., se sídlem Vídeňská 546/55, Štýřice, 639 00 Brno, IČO: 25525441</w:t>
      </w:r>
      <w:r w:rsidRPr="00AD6D4F">
        <w:t xml:space="preserve">  </w:t>
      </w:r>
    </w:p>
    <w:p w14:paraId="58B8907F" w14:textId="20BE244D" w:rsidR="0028389C" w:rsidRPr="001409ED" w:rsidRDefault="0028389C" w:rsidP="0028389C">
      <w:pPr>
        <w:pStyle w:val="Odrka1-1"/>
        <w:numPr>
          <w:ilvl w:val="0"/>
          <w:numId w:val="0"/>
        </w:numPr>
        <w:ind w:left="1077" w:hanging="340"/>
      </w:pPr>
    </w:p>
    <w:p w14:paraId="39835D23" w14:textId="348C1448" w:rsidR="0028389C" w:rsidRPr="001409ED" w:rsidRDefault="0028389C" w:rsidP="001409ED">
      <w:pPr>
        <w:pStyle w:val="Odrka1-1"/>
        <w:numPr>
          <w:ilvl w:val="0"/>
          <w:numId w:val="0"/>
        </w:numPr>
        <w:ind w:left="1077" w:hanging="1077"/>
        <w:rPr>
          <w:rFonts w:ascii="Verdana" w:eastAsia="Verdana" w:hAnsi="Verdana" w:cs="Times New Roman"/>
        </w:rPr>
      </w:pPr>
      <w:r w:rsidRPr="001409ED">
        <w:rPr>
          <w:rFonts w:ascii="Verdana" w:eastAsia="Verdana" w:hAnsi="Verdana" w:cs="Times New Roman"/>
        </w:rPr>
        <w:t>(</w:t>
      </w:r>
      <w:r w:rsidR="001409ED" w:rsidRPr="001409ED">
        <w:rPr>
          <w:rFonts w:ascii="Verdana" w:eastAsia="Verdana" w:hAnsi="Verdana" w:cs="Times New Roman"/>
        </w:rPr>
        <w:t>RDS</w:t>
      </w:r>
      <w:r w:rsidRPr="001409ED">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C20BDAF" w:rsidR="008715A0" w:rsidRPr="008715A0" w:rsidRDefault="00E746E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715A0" w:rsidRPr="008715A0">
                <w:rPr>
                  <w:rStyle w:val="Hypertextovodkaz"/>
                  <w:noProof w:val="0"/>
                  <w:sz w:val="18"/>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E85B191" w:rsidR="00ED29F1" w:rsidRPr="00F95FBD" w:rsidRDefault="008715A0" w:rsidP="008715A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457AAACA" w:rsidR="00ED29F1" w:rsidRPr="00F95FBD" w:rsidRDefault="008715A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715A0">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EE2FD6D" w:rsidR="008715A0" w:rsidRPr="008715A0" w:rsidRDefault="00E746E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715A0" w:rsidRPr="008715A0">
                <w:rPr>
                  <w:rStyle w:val="Hypertextovodkaz"/>
                  <w:noProof w:val="0"/>
                  <w:sz w:val="18"/>
                </w:rPr>
                <w:t>Pesl@spravazeleznic.cz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4C08FFF" w:rsidR="00ED29F1" w:rsidRPr="00F95FBD" w:rsidRDefault="008715A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+420 972 766 400</w:t>
            </w:r>
          </w:p>
        </w:tc>
      </w:tr>
    </w:tbl>
    <w:p w14:paraId="5DAB16E3" w14:textId="38C266C1"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8715A0" w:rsidRPr="00F95FBD" w14:paraId="26340D34" w14:textId="77777777" w:rsidTr="00CE2D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79479B" w14:textId="77777777" w:rsidR="008715A0" w:rsidRPr="00F95FBD" w:rsidRDefault="008715A0" w:rsidP="008715A0">
            <w:pPr>
              <w:pStyle w:val="Tabulka"/>
              <w:rPr>
                <w:rStyle w:val="Nadpisvtabulce"/>
                <w:b w:val="0"/>
              </w:rPr>
            </w:pPr>
            <w:r w:rsidRPr="00F95FBD">
              <w:rPr>
                <w:rStyle w:val="Nadpisvtabulce"/>
                <w:b w:val="0"/>
              </w:rPr>
              <w:t>Jméno a příjmení</w:t>
            </w:r>
          </w:p>
        </w:tc>
        <w:tc>
          <w:tcPr>
            <w:tcW w:w="5812" w:type="dxa"/>
          </w:tcPr>
          <w:p w14:paraId="56BCDB40" w14:textId="37251DB9" w:rsidR="008715A0" w:rsidRPr="008715A0" w:rsidRDefault="008715A0" w:rsidP="008715A0">
            <w:pPr>
              <w:pStyle w:val="Tabulka"/>
              <w:cnfStyle w:val="100000000000" w:firstRow="1" w:lastRow="0" w:firstColumn="0" w:lastColumn="0" w:oddVBand="0" w:evenVBand="0" w:oddHBand="0" w:evenHBand="0" w:firstRowFirstColumn="0" w:firstRowLastColumn="0" w:lastRowFirstColumn="0" w:lastRowLastColumn="0"/>
              <w:rPr>
                <w:sz w:val="18"/>
              </w:rPr>
            </w:pPr>
            <w:r w:rsidRPr="008715A0">
              <w:rPr>
                <w:sz w:val="18"/>
              </w:rPr>
              <w:t>Ing. Michaela HODULOVÁ</w:t>
            </w:r>
          </w:p>
        </w:tc>
      </w:tr>
      <w:tr w:rsidR="008715A0" w:rsidRPr="00F95FBD" w14:paraId="1D630789" w14:textId="77777777" w:rsidTr="00CE2D17">
        <w:tc>
          <w:tcPr>
            <w:cnfStyle w:val="001000000000" w:firstRow="0" w:lastRow="0" w:firstColumn="1" w:lastColumn="0" w:oddVBand="0" w:evenVBand="0" w:oddHBand="0" w:evenHBand="0" w:firstRowFirstColumn="0" w:firstRowLastColumn="0" w:lastRowFirstColumn="0" w:lastRowLastColumn="0"/>
            <w:tcW w:w="3056" w:type="dxa"/>
          </w:tcPr>
          <w:p w14:paraId="35EB4D65" w14:textId="77777777" w:rsidR="008715A0" w:rsidRPr="00F95FBD" w:rsidRDefault="008715A0" w:rsidP="008715A0">
            <w:pPr>
              <w:pStyle w:val="Tabulka"/>
              <w:rPr>
                <w:sz w:val="18"/>
              </w:rPr>
            </w:pPr>
            <w:r w:rsidRPr="00F95FBD">
              <w:rPr>
                <w:sz w:val="18"/>
              </w:rPr>
              <w:t>Adresa</w:t>
            </w:r>
          </w:p>
        </w:tc>
        <w:tc>
          <w:tcPr>
            <w:tcW w:w="5812" w:type="dxa"/>
          </w:tcPr>
          <w:p w14:paraId="1F04FCCD" w14:textId="5413CB11" w:rsidR="008715A0" w:rsidRPr="008715A0" w:rsidRDefault="008715A0" w:rsidP="008715A0">
            <w:pPr>
              <w:pStyle w:val="Tabulka"/>
              <w:cnfStyle w:val="000000000000" w:firstRow="0" w:lastRow="0" w:firstColumn="0" w:lastColumn="0" w:oddVBand="0" w:evenVBand="0" w:oddHBand="0" w:evenHBand="0" w:firstRowFirstColumn="0" w:firstRowLastColumn="0" w:lastRowFirstColumn="0" w:lastRowLastColumn="0"/>
              <w:rPr>
                <w:sz w:val="18"/>
              </w:rPr>
            </w:pPr>
            <w:r w:rsidRPr="008715A0">
              <w:rPr>
                <w:sz w:val="18"/>
              </w:rPr>
              <w:t>Správa železnic, státní organizace, OŘ OVA, Muglinovská 1038/5, 702 00 Ostrava</w:t>
            </w:r>
          </w:p>
        </w:tc>
      </w:tr>
      <w:tr w:rsidR="008715A0" w:rsidRPr="00F95FBD" w14:paraId="2A1C1599" w14:textId="77777777" w:rsidTr="00CE2D17">
        <w:tc>
          <w:tcPr>
            <w:cnfStyle w:val="001000000000" w:firstRow="0" w:lastRow="0" w:firstColumn="1" w:lastColumn="0" w:oddVBand="0" w:evenVBand="0" w:oddHBand="0" w:evenHBand="0" w:firstRowFirstColumn="0" w:firstRowLastColumn="0" w:lastRowFirstColumn="0" w:lastRowLastColumn="0"/>
            <w:tcW w:w="3056" w:type="dxa"/>
          </w:tcPr>
          <w:p w14:paraId="7B24DC0C" w14:textId="77777777" w:rsidR="008715A0" w:rsidRPr="00F95FBD" w:rsidRDefault="008715A0" w:rsidP="008715A0">
            <w:pPr>
              <w:pStyle w:val="Tabulka"/>
              <w:rPr>
                <w:sz w:val="18"/>
              </w:rPr>
            </w:pPr>
            <w:r w:rsidRPr="00F95FBD">
              <w:rPr>
                <w:sz w:val="18"/>
              </w:rPr>
              <w:t>E-mail</w:t>
            </w:r>
          </w:p>
        </w:tc>
        <w:tc>
          <w:tcPr>
            <w:tcW w:w="5812" w:type="dxa"/>
          </w:tcPr>
          <w:p w14:paraId="501AAAED" w14:textId="271C4942" w:rsidR="008715A0" w:rsidRPr="008715A0" w:rsidRDefault="00E746EF" w:rsidP="008715A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715A0" w:rsidRPr="008715A0">
                <w:rPr>
                  <w:rStyle w:val="Hypertextovodkaz"/>
                  <w:noProof w:val="0"/>
                  <w:sz w:val="18"/>
                </w:rPr>
                <w:t>Hodulova@spravazeleznic.cz</w:t>
              </w:r>
            </w:hyperlink>
          </w:p>
        </w:tc>
      </w:tr>
      <w:tr w:rsidR="008715A0" w:rsidRPr="00F95FBD" w14:paraId="6D5A1F4E" w14:textId="77777777" w:rsidTr="00CE2D17">
        <w:tc>
          <w:tcPr>
            <w:cnfStyle w:val="001000000000" w:firstRow="0" w:lastRow="0" w:firstColumn="1" w:lastColumn="0" w:oddVBand="0" w:evenVBand="0" w:oddHBand="0" w:evenHBand="0" w:firstRowFirstColumn="0" w:firstRowLastColumn="0" w:lastRowFirstColumn="0" w:lastRowLastColumn="0"/>
            <w:tcW w:w="3056" w:type="dxa"/>
          </w:tcPr>
          <w:p w14:paraId="12755DB6" w14:textId="77777777" w:rsidR="008715A0" w:rsidRPr="00F95FBD" w:rsidRDefault="008715A0" w:rsidP="008715A0">
            <w:pPr>
              <w:pStyle w:val="Tabulka"/>
              <w:rPr>
                <w:sz w:val="18"/>
              </w:rPr>
            </w:pPr>
            <w:r w:rsidRPr="00F95FBD">
              <w:rPr>
                <w:sz w:val="18"/>
              </w:rPr>
              <w:t>Telefon</w:t>
            </w:r>
          </w:p>
        </w:tc>
        <w:tc>
          <w:tcPr>
            <w:tcW w:w="5812" w:type="dxa"/>
          </w:tcPr>
          <w:p w14:paraId="3B98BB67" w14:textId="240EA4DD" w:rsidR="008715A0" w:rsidRPr="008715A0" w:rsidRDefault="008715A0" w:rsidP="008715A0">
            <w:pPr>
              <w:pStyle w:val="Tabulka"/>
              <w:cnfStyle w:val="000000000000" w:firstRow="0" w:lastRow="0" w:firstColumn="0" w:lastColumn="0" w:oddVBand="0" w:evenVBand="0" w:oddHBand="0" w:evenHBand="0" w:firstRowFirstColumn="0" w:firstRowLastColumn="0" w:lastRowFirstColumn="0" w:lastRowLastColumn="0"/>
              <w:rPr>
                <w:sz w:val="18"/>
              </w:rPr>
            </w:pPr>
            <w:r w:rsidRPr="008715A0">
              <w:rPr>
                <w:sz w:val="18"/>
              </w:rPr>
              <w:t>+420 607 108 606</w:t>
            </w:r>
          </w:p>
        </w:tc>
      </w:tr>
    </w:tbl>
    <w:p w14:paraId="14ECC5B8" w14:textId="77777777" w:rsidR="008715A0" w:rsidRDefault="008715A0"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02B50BD" w:rsidR="00ED29F1" w:rsidRPr="00F95FBD" w:rsidRDefault="008715A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PELKA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8BA4BC6" w:rsidR="00ED29F1" w:rsidRPr="00F95FBD" w:rsidRDefault="008715A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715A0">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8715A0" w:rsidRDefault="00ED29F1" w:rsidP="005A7872">
            <w:pPr>
              <w:pStyle w:val="Tabulka"/>
              <w:rPr>
                <w:sz w:val="18"/>
              </w:rPr>
            </w:pPr>
            <w:r w:rsidRPr="008715A0">
              <w:rPr>
                <w:sz w:val="18"/>
              </w:rPr>
              <w:t>E-mail</w:t>
            </w:r>
          </w:p>
        </w:tc>
        <w:tc>
          <w:tcPr>
            <w:tcW w:w="5812" w:type="dxa"/>
          </w:tcPr>
          <w:p w14:paraId="4E7FD601" w14:textId="715D80EA" w:rsidR="008715A0" w:rsidRPr="008715A0" w:rsidRDefault="00E746E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715A0" w:rsidRPr="008715A0">
                <w:rPr>
                  <w:rStyle w:val="Hypertextovodkaz"/>
                  <w:noProof w:val="0"/>
                  <w:sz w:val="18"/>
                </w:rPr>
                <w:t>Pelka@spravazeleznic.cz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BDA8F0D" w:rsidR="00ED29F1" w:rsidRPr="00F95FBD" w:rsidRDefault="008715A0" w:rsidP="00F21A0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w:t>
            </w:r>
            <w:r w:rsidR="00F21A07">
              <w:rPr>
                <w:sz w:val="18"/>
              </w:rPr>
              <w:t> 702 118 017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715A0"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8715A0" w:rsidRPr="00F95FBD" w:rsidRDefault="008715A0" w:rsidP="008715A0">
            <w:pPr>
              <w:pStyle w:val="Tabulka"/>
              <w:rPr>
                <w:rStyle w:val="Nadpisvtabulce"/>
                <w:b w:val="0"/>
              </w:rPr>
            </w:pPr>
            <w:r w:rsidRPr="00F95FBD">
              <w:rPr>
                <w:rStyle w:val="Nadpisvtabulce"/>
                <w:b w:val="0"/>
              </w:rPr>
              <w:t>Jméno a příjmení</w:t>
            </w:r>
          </w:p>
        </w:tc>
        <w:tc>
          <w:tcPr>
            <w:tcW w:w="5812" w:type="dxa"/>
          </w:tcPr>
          <w:p w14:paraId="5A873428" w14:textId="7B0AAE4C" w:rsidR="008715A0" w:rsidRPr="008715A0" w:rsidRDefault="008715A0" w:rsidP="008715A0">
            <w:pPr>
              <w:pStyle w:val="Tabulka"/>
              <w:cnfStyle w:val="100000000000" w:firstRow="1" w:lastRow="0" w:firstColumn="0" w:lastColumn="0" w:oddVBand="0" w:evenVBand="0" w:oddHBand="0" w:evenHBand="0" w:firstRowFirstColumn="0" w:firstRowLastColumn="0" w:lastRowFirstColumn="0" w:lastRowLastColumn="0"/>
              <w:rPr>
                <w:sz w:val="18"/>
              </w:rPr>
            </w:pPr>
            <w:r w:rsidRPr="008715A0">
              <w:rPr>
                <w:sz w:val="18"/>
              </w:rPr>
              <w:t>Ing. Martin VOTOUPAL</w:t>
            </w:r>
          </w:p>
        </w:tc>
      </w:tr>
      <w:tr w:rsidR="008715A0"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8715A0" w:rsidRPr="00F95FBD" w:rsidRDefault="008715A0" w:rsidP="008715A0">
            <w:pPr>
              <w:pStyle w:val="Tabulka"/>
              <w:rPr>
                <w:sz w:val="18"/>
              </w:rPr>
            </w:pPr>
            <w:r w:rsidRPr="00F95FBD">
              <w:rPr>
                <w:sz w:val="18"/>
              </w:rPr>
              <w:t>Adresa</w:t>
            </w:r>
          </w:p>
        </w:tc>
        <w:tc>
          <w:tcPr>
            <w:tcW w:w="5812" w:type="dxa"/>
          </w:tcPr>
          <w:p w14:paraId="7C1552E1" w14:textId="6380FC10" w:rsidR="008715A0" w:rsidRPr="008715A0" w:rsidRDefault="008715A0" w:rsidP="008715A0">
            <w:pPr>
              <w:pStyle w:val="Tabulka"/>
              <w:cnfStyle w:val="000000000000" w:firstRow="0" w:lastRow="0" w:firstColumn="0" w:lastColumn="0" w:oddVBand="0" w:evenVBand="0" w:oddHBand="0" w:evenHBand="0" w:firstRowFirstColumn="0" w:firstRowLastColumn="0" w:lastRowFirstColumn="0" w:lastRowLastColumn="0"/>
              <w:rPr>
                <w:sz w:val="18"/>
              </w:rPr>
            </w:pPr>
            <w:r w:rsidRPr="008715A0">
              <w:rPr>
                <w:sz w:val="18"/>
              </w:rPr>
              <w:t>Správa železnic, státní organizace, OŘ OVA, Muglinovská 1038/5, 702 00 Ostrava</w:t>
            </w:r>
          </w:p>
        </w:tc>
      </w:tr>
      <w:tr w:rsidR="008715A0"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8715A0" w:rsidRPr="00F95FBD" w:rsidRDefault="008715A0" w:rsidP="008715A0">
            <w:pPr>
              <w:pStyle w:val="Tabulka"/>
              <w:rPr>
                <w:sz w:val="18"/>
              </w:rPr>
            </w:pPr>
            <w:r w:rsidRPr="00F95FBD">
              <w:rPr>
                <w:sz w:val="18"/>
              </w:rPr>
              <w:t>E-mail</w:t>
            </w:r>
          </w:p>
        </w:tc>
        <w:tc>
          <w:tcPr>
            <w:tcW w:w="5812" w:type="dxa"/>
          </w:tcPr>
          <w:p w14:paraId="789E02D8" w14:textId="22A0E66E" w:rsidR="008715A0" w:rsidRPr="008715A0" w:rsidRDefault="00E746EF" w:rsidP="008715A0">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8715A0" w:rsidRPr="008715A0">
                <w:rPr>
                  <w:rStyle w:val="Hypertextovodkaz"/>
                  <w:noProof w:val="0"/>
                  <w:sz w:val="18"/>
                </w:rPr>
                <w:t>Votoupal@spravazeleznic.cz</w:t>
              </w:r>
            </w:hyperlink>
          </w:p>
        </w:tc>
      </w:tr>
      <w:tr w:rsidR="008715A0"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8715A0" w:rsidRPr="00F95FBD" w:rsidRDefault="008715A0" w:rsidP="008715A0">
            <w:pPr>
              <w:pStyle w:val="Tabulka"/>
              <w:rPr>
                <w:sz w:val="18"/>
              </w:rPr>
            </w:pPr>
            <w:r w:rsidRPr="00F95FBD">
              <w:rPr>
                <w:sz w:val="18"/>
              </w:rPr>
              <w:t>Telefon</w:t>
            </w:r>
          </w:p>
        </w:tc>
        <w:tc>
          <w:tcPr>
            <w:tcW w:w="5812" w:type="dxa"/>
          </w:tcPr>
          <w:p w14:paraId="0EC75122" w14:textId="465DE5D8" w:rsidR="008715A0" w:rsidRPr="008715A0" w:rsidRDefault="008715A0" w:rsidP="008715A0">
            <w:pPr>
              <w:pStyle w:val="Tabulka"/>
              <w:cnfStyle w:val="000000000000" w:firstRow="0" w:lastRow="0" w:firstColumn="0" w:lastColumn="0" w:oddVBand="0" w:evenVBand="0" w:oddHBand="0" w:evenHBand="0" w:firstRowFirstColumn="0" w:firstRowLastColumn="0" w:lastRowFirstColumn="0" w:lastRowLastColumn="0"/>
              <w:rPr>
                <w:sz w:val="18"/>
              </w:rPr>
            </w:pPr>
            <w:r w:rsidRPr="008715A0">
              <w:rPr>
                <w:sz w:val="18"/>
              </w:rPr>
              <w:t>+420 727 877 362</w:t>
            </w:r>
          </w:p>
        </w:tc>
      </w:tr>
    </w:tbl>
    <w:p w14:paraId="475B544E" w14:textId="77777777" w:rsidR="00ED29F1" w:rsidRPr="00F95FBD" w:rsidRDefault="00ED29F1" w:rsidP="00ED29F1">
      <w:pPr>
        <w:pStyle w:val="Textbezodsazen"/>
      </w:pPr>
    </w:p>
    <w:p w14:paraId="4E28D394" w14:textId="77777777" w:rsidR="008715A0" w:rsidRDefault="008715A0" w:rsidP="00502690">
      <w:pPr>
        <w:pStyle w:val="Textbezodsazen"/>
        <w:rPr>
          <w:b/>
        </w:rPr>
      </w:pPr>
    </w:p>
    <w:p w14:paraId="2E3A8078" w14:textId="7F28754C"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2115280E"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5F4B21" w:rsidRDefault="002C7A28" w:rsidP="00165977">
            <w:pPr>
              <w:pStyle w:val="Tabulka"/>
            </w:pPr>
            <w:r w:rsidRPr="005F4B21">
              <w:rPr>
                <w:sz w:val="18"/>
              </w:rPr>
              <w:t>Pojištění odpovědnosti za škodu způsobenou Zhotovitelem při výkonu podnikatelské činnosti třetím osobám</w:t>
            </w:r>
          </w:p>
        </w:tc>
        <w:tc>
          <w:tcPr>
            <w:tcW w:w="2500" w:type="pct"/>
          </w:tcPr>
          <w:p w14:paraId="0AEA0806" w14:textId="3AEF22B0" w:rsidR="002C7A28" w:rsidRPr="005F4B21" w:rsidRDefault="002A784C" w:rsidP="005F4B21">
            <w:pPr>
              <w:pStyle w:val="Tabulka"/>
              <w:cnfStyle w:val="000000000000" w:firstRow="0" w:lastRow="0" w:firstColumn="0" w:lastColumn="0" w:oddVBand="0" w:evenVBand="0" w:oddHBand="0" w:evenHBand="0" w:firstRowFirstColumn="0" w:firstRowLastColumn="0" w:lastRowFirstColumn="0" w:lastRowLastColumn="0"/>
              <w:rPr>
                <w:sz w:val="18"/>
              </w:rPr>
            </w:pPr>
            <w:r w:rsidRPr="005F4B21">
              <w:rPr>
                <w:rFonts w:eastAsia="Times New Roman" w:cs="Calibri"/>
                <w:sz w:val="18"/>
                <w:lang w:eastAsia="cs-CZ"/>
              </w:rPr>
              <w:t>M</w:t>
            </w:r>
            <w:r w:rsidR="002C7A28" w:rsidRPr="005F4B21">
              <w:rPr>
                <w:rFonts w:eastAsia="Times New Roman" w:cs="Calibri"/>
                <w:sz w:val="18"/>
                <w:lang w:eastAsia="cs-CZ"/>
              </w:rPr>
              <w:t xml:space="preserve">inimálně </w:t>
            </w:r>
            <w:r w:rsidR="005F4B21" w:rsidRPr="005F4B21">
              <w:rPr>
                <w:rFonts w:eastAsia="Times New Roman" w:cs="Calibri"/>
                <w:color w:val="000000"/>
                <w:sz w:val="18"/>
                <w:lang w:eastAsia="cs-CZ"/>
              </w:rPr>
              <w:t>10</w:t>
            </w:r>
            <w:r w:rsidR="002C7A28" w:rsidRPr="005F4B21">
              <w:rPr>
                <w:rFonts w:eastAsia="Times New Roman" w:cs="Calibri"/>
                <w:color w:val="000000"/>
                <w:sz w:val="18"/>
                <w:lang w:eastAsia="cs-CZ"/>
              </w:rPr>
              <w:t xml:space="preserve"> mil. Kč</w:t>
            </w:r>
            <w:r w:rsidR="002C7A28" w:rsidRPr="005F4B21">
              <w:rPr>
                <w:rFonts w:eastAsia="Times New Roman" w:cs="Calibri"/>
                <w:sz w:val="18"/>
                <w:lang w:eastAsia="cs-CZ"/>
              </w:rPr>
              <w:t xml:space="preserve"> na jednu pojistnou událost a </w:t>
            </w:r>
            <w:r w:rsidR="005F4B21" w:rsidRPr="005F4B21">
              <w:rPr>
                <w:rFonts w:eastAsia="Times New Roman" w:cs="Calibri"/>
                <w:sz w:val="18"/>
                <w:lang w:eastAsia="cs-CZ"/>
              </w:rPr>
              <w:t>10</w:t>
            </w:r>
            <w:r w:rsidR="002C7A28" w:rsidRPr="005F4B21">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0917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09173D">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09173D">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09173D">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09173D">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09173D">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09173D">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09173D">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09173D">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0917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09173D">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09173D">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09173D">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09173D">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0917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09173D">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09173D">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09173D">
            <w:pPr>
              <w:rPr>
                <w:noProof/>
                <w:sz w:val="20"/>
                <w:szCs w:val="20"/>
              </w:rPr>
            </w:pPr>
          </w:p>
        </w:tc>
        <w:tc>
          <w:tcPr>
            <w:tcW w:w="2835" w:type="dxa"/>
          </w:tcPr>
          <w:p w14:paraId="2B7C5771"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09173D">
            <w:pPr>
              <w:rPr>
                <w:noProof/>
                <w:sz w:val="20"/>
                <w:szCs w:val="20"/>
              </w:rPr>
            </w:pPr>
          </w:p>
        </w:tc>
        <w:tc>
          <w:tcPr>
            <w:tcW w:w="2835" w:type="dxa"/>
          </w:tcPr>
          <w:p w14:paraId="289C6D02"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0917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09173D">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09173D">
            <w:pPr>
              <w:rPr>
                <w:b/>
                <w:noProof/>
                <w:sz w:val="20"/>
                <w:szCs w:val="20"/>
              </w:rPr>
            </w:pPr>
            <w:r w:rsidRPr="002E1C36">
              <w:rPr>
                <w:b/>
                <w:noProof/>
                <w:sz w:val="20"/>
                <w:szCs w:val="20"/>
              </w:rPr>
              <w:lastRenderedPageBreak/>
              <w:t>Charakter prací:</w:t>
            </w:r>
          </w:p>
          <w:p w14:paraId="70946A10" w14:textId="77777777" w:rsidR="002E1C36" w:rsidRPr="002E1C36" w:rsidRDefault="002E1C36" w:rsidP="0009173D">
            <w:pPr>
              <w:rPr>
                <w:b/>
                <w:noProof/>
                <w:sz w:val="20"/>
                <w:szCs w:val="20"/>
              </w:rPr>
            </w:pPr>
          </w:p>
        </w:tc>
        <w:tc>
          <w:tcPr>
            <w:tcW w:w="4264" w:type="dxa"/>
          </w:tcPr>
          <w:p w14:paraId="08B5ED0A"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09173D">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09173D">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09173D">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09173D">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09173D">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09173D">
            <w:pPr>
              <w:rPr>
                <w:b/>
                <w:noProof/>
                <w:sz w:val="20"/>
                <w:szCs w:val="20"/>
              </w:rPr>
            </w:pPr>
          </w:p>
          <w:p w14:paraId="534EB795" w14:textId="77777777" w:rsidR="002E1C36" w:rsidRPr="002E1C36" w:rsidRDefault="002E1C36" w:rsidP="0009173D">
            <w:pPr>
              <w:rPr>
                <w:b/>
                <w:noProof/>
                <w:sz w:val="20"/>
                <w:szCs w:val="20"/>
              </w:rPr>
            </w:pPr>
          </w:p>
          <w:p w14:paraId="0DE5C179"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09173D">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09173D">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09173D">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09173D">
            <w:pPr>
              <w:rPr>
                <w:b/>
                <w:noProof/>
                <w:sz w:val="20"/>
                <w:szCs w:val="20"/>
              </w:rPr>
            </w:pPr>
          </w:p>
          <w:p w14:paraId="05A5983B" w14:textId="77777777" w:rsidR="002E1C36" w:rsidRPr="002E1C36" w:rsidRDefault="002E1C36" w:rsidP="0009173D">
            <w:pPr>
              <w:rPr>
                <w:b/>
                <w:noProof/>
                <w:sz w:val="20"/>
                <w:szCs w:val="20"/>
              </w:rPr>
            </w:pPr>
          </w:p>
          <w:p w14:paraId="3CCDB4AC"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09173D">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09173D">
            <w:pPr>
              <w:rPr>
                <w:b/>
                <w:noProof/>
                <w:sz w:val="20"/>
                <w:szCs w:val="20"/>
              </w:rPr>
            </w:pPr>
          </w:p>
          <w:p w14:paraId="5FEEC3A7"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09173D">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09173D">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09173D">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09173D">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09173D">
            <w:pPr>
              <w:rPr>
                <w:b/>
                <w:noProof/>
                <w:sz w:val="20"/>
                <w:szCs w:val="20"/>
              </w:rPr>
            </w:pPr>
          </w:p>
          <w:p w14:paraId="124F5AB8" w14:textId="77777777" w:rsidR="002E1C36" w:rsidRPr="002E1C36" w:rsidRDefault="002E1C36" w:rsidP="0009173D">
            <w:pPr>
              <w:rPr>
                <w:b/>
                <w:noProof/>
                <w:sz w:val="20"/>
                <w:szCs w:val="20"/>
              </w:rPr>
            </w:pPr>
          </w:p>
          <w:p w14:paraId="0958049D"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09173D">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09173D">
            <w:pPr>
              <w:rPr>
                <w:b/>
                <w:noProof/>
                <w:sz w:val="20"/>
                <w:szCs w:val="20"/>
              </w:rPr>
            </w:pPr>
          </w:p>
          <w:p w14:paraId="43120196" w14:textId="77777777" w:rsidR="002E1C36" w:rsidRPr="002E1C36" w:rsidRDefault="002E1C36" w:rsidP="0009173D">
            <w:pPr>
              <w:rPr>
                <w:b/>
                <w:noProof/>
                <w:sz w:val="20"/>
                <w:szCs w:val="20"/>
              </w:rPr>
            </w:pPr>
          </w:p>
          <w:p w14:paraId="24D3A186"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09173D">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09173D">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0917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09173D">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09173D">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09173D">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09173D">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091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09173D">
            <w:pPr>
              <w:rPr>
                <w:noProof/>
                <w:sz w:val="20"/>
                <w:szCs w:val="20"/>
              </w:rPr>
            </w:pPr>
          </w:p>
        </w:tc>
        <w:tc>
          <w:tcPr>
            <w:tcW w:w="2901" w:type="dxa"/>
            <w:shd w:val="clear" w:color="auto" w:fill="FFBFBF" w:themeFill="accent6" w:themeFillTint="33"/>
          </w:tcPr>
          <w:p w14:paraId="01300994"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0917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09173D">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0917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09173D">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0917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09173D">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0917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09173D">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0917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09173D">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09173D">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0917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09173D">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09173D">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0917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09173D">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09173D">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0917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09173D">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09173D">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09173D">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09173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7"/>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3A3737D0"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3.1 Smlouvy, se v níže uvedeném období </w:t>
      </w:r>
      <w:r w:rsidR="00736798">
        <w:rPr>
          <w:rFonts w:ascii="Verdana" w:eastAsia="Times New Roman" w:hAnsi="Verdana" w:cs="Times New Roman"/>
          <w:lang w:eastAsia="cs-CZ"/>
        </w:rPr>
        <w:t xml:space="preserve">zapojí či </w:t>
      </w:r>
      <w:r w:rsidRPr="00611DEA">
        <w:rPr>
          <w:rFonts w:ascii="Verdana" w:eastAsia="Times New Roman" w:hAnsi="Verdana" w:cs="Times New Roman"/>
          <w:lang w:eastAsia="cs-CZ"/>
        </w:rPr>
        <w:t xml:space="preserve">zapojily dále uvedené osoby, které jsou osobami znevýhodněnými na trhu práce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6.4 Smlouvy a to konkrétně v</w:t>
      </w:r>
      <w:r w:rsidR="00736798">
        <w:rPr>
          <w:rFonts w:ascii="Verdana" w:eastAsia="Times New Roman" w:hAnsi="Verdana" w:cs="Times New Roman"/>
          <w:lang w:eastAsia="cs-CZ"/>
        </w:rPr>
        <w:t xml:space="preserve"> níže uvedeném </w:t>
      </w:r>
      <w:r w:rsidRPr="00611DEA">
        <w:rPr>
          <w:rFonts w:ascii="Verdana" w:eastAsia="Times New Roman" w:hAnsi="Verdana" w:cs="Times New Roman"/>
          <w:lang w:eastAsia="cs-CZ"/>
        </w:rPr>
        <w:t>rozsahu</w:t>
      </w:r>
      <w:r w:rsidR="00736798">
        <w:rPr>
          <w:rFonts w:ascii="Verdana" w:eastAsia="Times New Roman" w:hAnsi="Verdana" w:cs="Times New Roman"/>
          <w:lang w:eastAsia="cs-CZ"/>
        </w:rPr>
        <w:t>.</w:t>
      </w:r>
      <w:r w:rsidRPr="00611DEA">
        <w:rPr>
          <w:rFonts w:ascii="Verdana" w:eastAsia="Times New Roman" w:hAnsi="Verdana" w:cs="Times New Roman"/>
          <w:lang w:eastAsia="cs-CZ"/>
        </w:rPr>
        <w:t xml:space="preserve"> </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368740D2"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r w:rsidR="00736798">
        <w:rPr>
          <w:rStyle w:val="Znakapoznpodarou"/>
          <w:rFonts w:ascii="Verdana" w:hAnsi="Verdana"/>
        </w:rPr>
        <w:footnoteReference w:id="1"/>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2"/>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67EE265" w14:textId="77777777" w:rsidR="00736798" w:rsidRDefault="00736798" w:rsidP="00736798">
      <w:pPr>
        <w:jc w:val="center"/>
        <w:rPr>
          <w:rFonts w:ascii="Verdana" w:hAnsi="Verdana"/>
          <w:b/>
        </w:rPr>
      </w:pPr>
      <w:r>
        <w:rPr>
          <w:rFonts w:ascii="Verdana" w:hAnsi="Verdana"/>
          <w:b/>
        </w:rPr>
        <w:lastRenderedPageBreak/>
        <w:t>Rekapitulace zapojení osob</w:t>
      </w:r>
      <w:r>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Default="00736798" w:rsidP="0009173D">
            <w:pPr>
              <w:jc w:val="center"/>
              <w:rPr>
                <w:rFonts w:ascii="Verdana" w:hAnsi="Verdana"/>
                <w:b/>
                <w:sz w:val="18"/>
              </w:rPr>
            </w:pPr>
            <w:r>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Default="00736798" w:rsidP="0009173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Default="00736798" w:rsidP="0009173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Default="00736798" w:rsidP="0009173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Default="00736798" w:rsidP="0009173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071CAF" w:rsidRDefault="00736798" w:rsidP="0009173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A5F90">
              <w:rPr>
                <w:rFonts w:ascii="Verdana" w:eastAsia="Verdana" w:hAnsi="Verdana"/>
                <w:b/>
                <w:sz w:val="18"/>
              </w:rPr>
              <w:t>Stručný popis konkrétní vykonávané činnosti této osoby při realizaci Díla</w:t>
            </w:r>
          </w:p>
        </w:tc>
      </w:tr>
      <w:tr w:rsidR="00736798"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Default="00736798" w:rsidP="0009173D">
            <w:pPr>
              <w:jc w:val="center"/>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714" w:type="pct"/>
            <w:tcBorders>
              <w:top w:val="single" w:sz="4" w:space="0" w:color="auto"/>
            </w:tcBorders>
            <w:vAlign w:val="center"/>
          </w:tcPr>
          <w:p w14:paraId="73377323" w14:textId="77777777" w:rsidR="00736798" w:rsidRDefault="00736798" w:rsidP="0009173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714" w:type="pct"/>
            <w:tcBorders>
              <w:top w:val="single" w:sz="4" w:space="0" w:color="auto"/>
            </w:tcBorders>
            <w:vAlign w:val="center"/>
          </w:tcPr>
          <w:p w14:paraId="3148FCDA" w14:textId="77777777" w:rsidR="00736798" w:rsidRDefault="00736798" w:rsidP="0009173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A5F90">
              <w:rPr>
                <w:rFonts w:ascii="Verdana" w:eastAsia="Verdana" w:hAnsi="Verdana"/>
                <w:sz w:val="18"/>
                <w:highlight w:val="yellow"/>
              </w:rPr>
              <w:t>mm.rrrr</w:t>
            </w:r>
            <w:proofErr w:type="spellEnd"/>
          </w:p>
        </w:tc>
        <w:tc>
          <w:tcPr>
            <w:tcW w:w="714" w:type="pct"/>
            <w:tcBorders>
              <w:top w:val="single" w:sz="4" w:space="0" w:color="auto"/>
            </w:tcBorders>
            <w:vAlign w:val="center"/>
          </w:tcPr>
          <w:p w14:paraId="581909D7" w14:textId="77777777" w:rsidR="00736798" w:rsidRDefault="00736798" w:rsidP="0009173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715" w:type="pct"/>
            <w:tcBorders>
              <w:top w:val="single" w:sz="4" w:space="0" w:color="auto"/>
            </w:tcBorders>
            <w:vAlign w:val="center"/>
          </w:tcPr>
          <w:p w14:paraId="539B645B" w14:textId="77777777" w:rsidR="00736798" w:rsidRDefault="00736798" w:rsidP="0009173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c>
          <w:tcPr>
            <w:tcW w:w="1429" w:type="pct"/>
            <w:tcBorders>
              <w:top w:val="single" w:sz="4" w:space="0" w:color="auto"/>
            </w:tcBorders>
            <w:vAlign w:val="center"/>
          </w:tcPr>
          <w:p w14:paraId="0B65DC71" w14:textId="77777777" w:rsidR="00736798" w:rsidRPr="002A5F67" w:rsidRDefault="00736798" w:rsidP="0009173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4A0DB4">
              <w:rPr>
                <w:rFonts w:ascii="Verdana" w:eastAsia="Verdana" w:hAnsi="Verdana"/>
                <w:sz w:val="18"/>
              </w:rPr>
              <w:t>„</w:t>
            </w:r>
            <w:r w:rsidRPr="004A0DB4">
              <w:rPr>
                <w:rFonts w:ascii="Verdana" w:eastAsia="Verdana" w:hAnsi="Verdana"/>
                <w:sz w:val="18"/>
                <w:highlight w:val="yellow"/>
              </w:rPr>
              <w:t>[VLOŽÍ ZHOTOVITEL]</w:t>
            </w:r>
            <w:r w:rsidRPr="004A0DB4">
              <w:rPr>
                <w:rFonts w:ascii="Verdana" w:eastAsia="Verdana" w:hAnsi="Verdana"/>
                <w:sz w:val="18"/>
              </w:rPr>
              <w:t>“</w:t>
            </w:r>
          </w:p>
        </w:tc>
      </w:tr>
    </w:tbl>
    <w:p w14:paraId="106E0275" w14:textId="77777777" w:rsidR="00736798"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 xml:space="preserve">Zhotovitel čestně prohlašuje, že pro účely výpočtu fondu pracovních úkolů ve smyslu </w:t>
      </w:r>
      <w:r w:rsidR="00736798">
        <w:rPr>
          <w:rFonts w:ascii="Calibri" w:eastAsia="Calibri" w:hAnsi="Calibri" w:cs="Times New Roman"/>
        </w:rPr>
        <w:t xml:space="preserve">odst. </w:t>
      </w:r>
      <w:r w:rsidRPr="00611DEA">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4"/>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5"/>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6"/>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7"/>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E746E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CE2D17" w:rsidRDefault="00CE2D17" w:rsidP="00962258">
      <w:pPr>
        <w:spacing w:after="0" w:line="240" w:lineRule="auto"/>
      </w:pPr>
      <w:r>
        <w:separator/>
      </w:r>
    </w:p>
  </w:endnote>
  <w:endnote w:type="continuationSeparator" w:id="0">
    <w:p w14:paraId="149274CF" w14:textId="77777777" w:rsidR="00CE2D17" w:rsidRDefault="00CE2D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CE2D17" w14:paraId="66F961A6" w14:textId="77777777" w:rsidTr="00AF2741">
      <w:tc>
        <w:tcPr>
          <w:tcW w:w="1361" w:type="dxa"/>
          <w:tcMar>
            <w:left w:w="0" w:type="dxa"/>
            <w:right w:w="0" w:type="dxa"/>
          </w:tcMar>
          <w:vAlign w:val="bottom"/>
        </w:tcPr>
        <w:p w14:paraId="74E023F2" w14:textId="4EC174F2" w:rsidR="00CE2D17" w:rsidRPr="00B8518B" w:rsidRDefault="00CE2D1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19C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E2D17" w:rsidRDefault="00CE2D17" w:rsidP="00AF2741">
          <w:pPr>
            <w:pStyle w:val="Zpat"/>
          </w:pPr>
        </w:p>
      </w:tc>
      <w:tc>
        <w:tcPr>
          <w:tcW w:w="425" w:type="dxa"/>
          <w:shd w:val="clear" w:color="auto" w:fill="auto"/>
          <w:tcMar>
            <w:left w:w="0" w:type="dxa"/>
            <w:right w:w="0" w:type="dxa"/>
          </w:tcMar>
        </w:tcPr>
        <w:p w14:paraId="22A8B046" w14:textId="77777777" w:rsidR="00CE2D17" w:rsidRDefault="00CE2D17" w:rsidP="00AF2741">
          <w:pPr>
            <w:pStyle w:val="Zpat"/>
          </w:pPr>
        </w:p>
      </w:tc>
      <w:tc>
        <w:tcPr>
          <w:tcW w:w="8505" w:type="dxa"/>
        </w:tcPr>
        <w:p w14:paraId="0068C395" w14:textId="77777777" w:rsidR="00CE2D17" w:rsidRPr="00E7415D" w:rsidRDefault="00CE2D17" w:rsidP="00AF2741">
          <w:pPr>
            <w:pStyle w:val="Zpat0"/>
            <w:rPr>
              <w:b/>
            </w:rPr>
          </w:pPr>
          <w:r w:rsidRPr="00E7415D">
            <w:rPr>
              <w:b/>
            </w:rPr>
            <w:t>SMLOUVA O DÍLO</w:t>
          </w:r>
        </w:p>
        <w:p w14:paraId="4E23EBCB" w14:textId="77777777" w:rsidR="00CE2D17" w:rsidRDefault="00CE2D17" w:rsidP="00AF2741">
          <w:pPr>
            <w:pStyle w:val="Zpat0"/>
          </w:pPr>
          <w:r>
            <w:t>Zhotovení stavby</w:t>
          </w:r>
        </w:p>
        <w:p w14:paraId="187111A3" w14:textId="46B7A9CC" w:rsidR="00CE2D17" w:rsidRPr="00E7415D" w:rsidRDefault="00CE2D17" w:rsidP="0009173D">
          <w:pPr>
            <w:pStyle w:val="Zpat0"/>
            <w:rPr>
              <w:b/>
            </w:rPr>
          </w:pPr>
          <w:r>
            <w:t>VZ 63523210</w:t>
          </w:r>
        </w:p>
      </w:tc>
      <w:tc>
        <w:tcPr>
          <w:tcW w:w="8505" w:type="dxa"/>
        </w:tcPr>
        <w:p w14:paraId="3C7F3669" w14:textId="510719AE" w:rsidR="00CE2D17" w:rsidRPr="00E7415D" w:rsidRDefault="00CE2D17" w:rsidP="00AF2741">
          <w:pPr>
            <w:pStyle w:val="Zpat0"/>
            <w:rPr>
              <w:b/>
            </w:rPr>
          </w:pPr>
          <w:r w:rsidRPr="00E7415D">
            <w:rPr>
              <w:b/>
            </w:rPr>
            <w:t>SMLOUVA O DÍLO</w:t>
          </w:r>
        </w:p>
        <w:p w14:paraId="775730D5" w14:textId="77777777" w:rsidR="00CE2D17" w:rsidRDefault="00CE2D17" w:rsidP="00AF2741">
          <w:pPr>
            <w:pStyle w:val="Zpat0"/>
          </w:pPr>
          <w:r>
            <w:t>Zhotovení stavby</w:t>
          </w:r>
        </w:p>
      </w:tc>
    </w:tr>
  </w:tbl>
  <w:p w14:paraId="08240A54" w14:textId="77777777" w:rsidR="00CE2D17" w:rsidRPr="00B8518B" w:rsidRDefault="00CE2D1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55A9A2CC" w14:textId="77777777" w:rsidTr="00EB46E5">
      <w:tc>
        <w:tcPr>
          <w:tcW w:w="1361" w:type="dxa"/>
          <w:tcMar>
            <w:left w:w="0" w:type="dxa"/>
            <w:right w:w="0" w:type="dxa"/>
          </w:tcMar>
          <w:vAlign w:val="bottom"/>
        </w:tcPr>
        <w:p w14:paraId="619E840B" w14:textId="77A8EC76" w:rsidR="00CE2D17" w:rsidRPr="00B8518B" w:rsidRDefault="00CE2D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E2D17" w:rsidRDefault="00CE2D17" w:rsidP="00B8518B">
          <w:pPr>
            <w:pStyle w:val="Zpat"/>
          </w:pPr>
        </w:p>
      </w:tc>
      <w:tc>
        <w:tcPr>
          <w:tcW w:w="425" w:type="dxa"/>
          <w:shd w:val="clear" w:color="auto" w:fill="auto"/>
          <w:tcMar>
            <w:left w:w="0" w:type="dxa"/>
            <w:right w:w="0" w:type="dxa"/>
          </w:tcMar>
        </w:tcPr>
        <w:p w14:paraId="43E6345B" w14:textId="77777777" w:rsidR="00CE2D17" w:rsidRDefault="00CE2D17" w:rsidP="00B8518B">
          <w:pPr>
            <w:pStyle w:val="Zpat"/>
          </w:pPr>
        </w:p>
      </w:tc>
      <w:tc>
        <w:tcPr>
          <w:tcW w:w="8505" w:type="dxa"/>
        </w:tcPr>
        <w:p w14:paraId="71736431" w14:textId="77777777" w:rsidR="00CE2D17" w:rsidRPr="00143EC0" w:rsidRDefault="00CE2D17" w:rsidP="00F422D3">
          <w:pPr>
            <w:pStyle w:val="Zpat0"/>
            <w:rPr>
              <w:b/>
            </w:rPr>
          </w:pPr>
          <w:r>
            <w:rPr>
              <w:b/>
            </w:rPr>
            <w:t>PŘÍLOHA č. 8</w:t>
          </w:r>
        </w:p>
        <w:p w14:paraId="28600F16" w14:textId="77777777" w:rsidR="00CE2D17" w:rsidRDefault="00CE2D17" w:rsidP="00F95FBD">
          <w:pPr>
            <w:pStyle w:val="Zpat0"/>
          </w:pPr>
          <w:r>
            <w:t>SMLOUVA O DÍLO - Zhotovení stavby</w:t>
          </w:r>
        </w:p>
        <w:p w14:paraId="72D7A389" w14:textId="49BF3BB8" w:rsidR="00CE2D17" w:rsidRDefault="00CE2D17" w:rsidP="005F4B21">
          <w:pPr>
            <w:pStyle w:val="Zpat0"/>
          </w:pPr>
          <w:r>
            <w:t>VS 63523210</w:t>
          </w:r>
        </w:p>
      </w:tc>
    </w:tr>
  </w:tbl>
  <w:p w14:paraId="67D758D4" w14:textId="77777777" w:rsidR="00CE2D17" w:rsidRPr="00B8518B" w:rsidRDefault="00CE2D1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172549B6" w14:textId="77777777" w:rsidTr="00EB46E5">
      <w:tc>
        <w:tcPr>
          <w:tcW w:w="1361" w:type="dxa"/>
          <w:tcMar>
            <w:left w:w="0" w:type="dxa"/>
            <w:right w:w="0" w:type="dxa"/>
          </w:tcMar>
          <w:vAlign w:val="bottom"/>
        </w:tcPr>
        <w:p w14:paraId="195FFF4E" w14:textId="4BE3707E" w:rsidR="00CE2D17" w:rsidRPr="00B8518B" w:rsidRDefault="00CE2D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19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E2D17" w:rsidRDefault="00CE2D17" w:rsidP="00B8518B">
          <w:pPr>
            <w:pStyle w:val="Zpat"/>
          </w:pPr>
        </w:p>
      </w:tc>
      <w:tc>
        <w:tcPr>
          <w:tcW w:w="425" w:type="dxa"/>
          <w:shd w:val="clear" w:color="auto" w:fill="auto"/>
          <w:tcMar>
            <w:left w:w="0" w:type="dxa"/>
            <w:right w:w="0" w:type="dxa"/>
          </w:tcMar>
        </w:tcPr>
        <w:p w14:paraId="1F28420E" w14:textId="77777777" w:rsidR="00CE2D17" w:rsidRDefault="00CE2D17" w:rsidP="00B8518B">
          <w:pPr>
            <w:pStyle w:val="Zpat"/>
          </w:pPr>
        </w:p>
      </w:tc>
      <w:tc>
        <w:tcPr>
          <w:tcW w:w="8505" w:type="dxa"/>
        </w:tcPr>
        <w:p w14:paraId="667AD46C" w14:textId="6F420B0A" w:rsidR="00CE2D17" w:rsidRPr="00143EC0" w:rsidRDefault="00CE2D17" w:rsidP="00F422D3">
          <w:pPr>
            <w:pStyle w:val="Zpat0"/>
            <w:rPr>
              <w:b/>
            </w:rPr>
          </w:pPr>
          <w:r>
            <w:rPr>
              <w:b/>
            </w:rPr>
            <w:t>PŘÍLOHA č. 9</w:t>
          </w:r>
        </w:p>
        <w:p w14:paraId="6D43D846" w14:textId="77777777" w:rsidR="00CE2D17" w:rsidRDefault="00CE2D17" w:rsidP="00F95FBD">
          <w:pPr>
            <w:pStyle w:val="Zpat0"/>
          </w:pPr>
          <w:r>
            <w:t>SMLOUVA O DÍLO - Zhotovení stavby</w:t>
          </w:r>
        </w:p>
        <w:p w14:paraId="11341C10" w14:textId="5C6E3992" w:rsidR="00CE2D17" w:rsidRDefault="00CE2D17" w:rsidP="005F4B21">
          <w:pPr>
            <w:pStyle w:val="Zpat0"/>
          </w:pPr>
          <w:r>
            <w:t>VS 63523210</w:t>
          </w:r>
        </w:p>
      </w:tc>
    </w:tr>
  </w:tbl>
  <w:p w14:paraId="0C8991EE" w14:textId="77777777" w:rsidR="00CE2D17" w:rsidRPr="00B8518B" w:rsidRDefault="00CE2D1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4A3473D4" w14:textId="77777777" w:rsidTr="00EB46E5">
      <w:tc>
        <w:tcPr>
          <w:tcW w:w="1361" w:type="dxa"/>
          <w:tcMar>
            <w:left w:w="0" w:type="dxa"/>
            <w:right w:w="0" w:type="dxa"/>
          </w:tcMar>
          <w:vAlign w:val="bottom"/>
        </w:tcPr>
        <w:p w14:paraId="6A1069C7" w14:textId="43EBAE6E" w:rsidR="00CE2D17" w:rsidRPr="00B8518B" w:rsidRDefault="00CE2D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CE2D17" w:rsidRDefault="00CE2D17" w:rsidP="00B8518B">
          <w:pPr>
            <w:pStyle w:val="Zpat"/>
          </w:pPr>
        </w:p>
      </w:tc>
      <w:tc>
        <w:tcPr>
          <w:tcW w:w="425" w:type="dxa"/>
          <w:shd w:val="clear" w:color="auto" w:fill="auto"/>
          <w:tcMar>
            <w:left w:w="0" w:type="dxa"/>
            <w:right w:w="0" w:type="dxa"/>
          </w:tcMar>
        </w:tcPr>
        <w:p w14:paraId="109AB0CD" w14:textId="77777777" w:rsidR="00CE2D17" w:rsidRDefault="00CE2D17" w:rsidP="00B8518B">
          <w:pPr>
            <w:pStyle w:val="Zpat"/>
          </w:pPr>
        </w:p>
      </w:tc>
      <w:tc>
        <w:tcPr>
          <w:tcW w:w="8505" w:type="dxa"/>
        </w:tcPr>
        <w:p w14:paraId="197D7534" w14:textId="4404978E" w:rsidR="00CE2D17" w:rsidRPr="00143EC0" w:rsidRDefault="00CE2D17" w:rsidP="00F422D3">
          <w:pPr>
            <w:pStyle w:val="Zpat0"/>
            <w:rPr>
              <w:b/>
            </w:rPr>
          </w:pPr>
          <w:r>
            <w:rPr>
              <w:b/>
            </w:rPr>
            <w:t>PŘÍLOHA č. 10</w:t>
          </w:r>
        </w:p>
        <w:p w14:paraId="7D05FF5D" w14:textId="77777777" w:rsidR="00CE2D17" w:rsidRDefault="00CE2D17" w:rsidP="00F95FBD">
          <w:pPr>
            <w:pStyle w:val="Zpat0"/>
          </w:pPr>
          <w:r>
            <w:t>SMLOUVA O DÍLO - Zhotovení stavby</w:t>
          </w:r>
        </w:p>
        <w:p w14:paraId="6A228AD1" w14:textId="5A5A4E65" w:rsidR="00CE2D17" w:rsidRDefault="00CE2D17" w:rsidP="005F4B21">
          <w:pPr>
            <w:pStyle w:val="Zpat0"/>
          </w:pPr>
          <w:r>
            <w:t>VS 63523210</w:t>
          </w:r>
        </w:p>
      </w:tc>
    </w:tr>
  </w:tbl>
  <w:p w14:paraId="594C682D" w14:textId="77777777" w:rsidR="00CE2D17" w:rsidRPr="00B8518B" w:rsidRDefault="00CE2D1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E2D17" w14:paraId="7B066E2C" w14:textId="77777777" w:rsidTr="00611DEA">
      <w:tc>
        <w:tcPr>
          <w:tcW w:w="1361" w:type="dxa"/>
          <w:tcMar>
            <w:left w:w="0" w:type="dxa"/>
            <w:right w:w="0" w:type="dxa"/>
          </w:tcMar>
          <w:vAlign w:val="bottom"/>
        </w:tcPr>
        <w:p w14:paraId="2FFBE96E" w14:textId="06C47BF0" w:rsidR="00CE2D17" w:rsidRPr="00B8518B" w:rsidRDefault="00CE2D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CE2D17" w:rsidRDefault="00CE2D17" w:rsidP="00B8518B">
          <w:pPr>
            <w:pStyle w:val="Zpat"/>
          </w:pPr>
        </w:p>
      </w:tc>
      <w:tc>
        <w:tcPr>
          <w:tcW w:w="425" w:type="dxa"/>
          <w:shd w:val="clear" w:color="auto" w:fill="auto"/>
          <w:tcMar>
            <w:left w:w="0" w:type="dxa"/>
            <w:right w:w="0" w:type="dxa"/>
          </w:tcMar>
        </w:tcPr>
        <w:p w14:paraId="4D9F6363" w14:textId="77777777" w:rsidR="00CE2D17" w:rsidRDefault="00CE2D17" w:rsidP="00B8518B">
          <w:pPr>
            <w:pStyle w:val="Zpat"/>
          </w:pPr>
        </w:p>
      </w:tc>
      <w:tc>
        <w:tcPr>
          <w:tcW w:w="13466" w:type="dxa"/>
        </w:tcPr>
        <w:p w14:paraId="76B4A71A" w14:textId="41314584" w:rsidR="00CE2D17" w:rsidRPr="00143EC0" w:rsidRDefault="00CE2D17" w:rsidP="00F422D3">
          <w:pPr>
            <w:pStyle w:val="Zpat0"/>
            <w:rPr>
              <w:b/>
            </w:rPr>
          </w:pPr>
          <w:r>
            <w:rPr>
              <w:b/>
            </w:rPr>
            <w:t>PŘÍLOHA č. 11</w:t>
          </w:r>
        </w:p>
        <w:p w14:paraId="0B7B7DFE" w14:textId="77777777" w:rsidR="00CE2D17" w:rsidRDefault="00CE2D17" w:rsidP="00F95FBD">
          <w:pPr>
            <w:pStyle w:val="Zpat0"/>
          </w:pPr>
          <w:r>
            <w:t>SMLOUVA O DÍLO - Zhotovení stavby</w:t>
          </w:r>
        </w:p>
        <w:p w14:paraId="1B9D4255" w14:textId="69983F1B" w:rsidR="00CE2D17" w:rsidRDefault="00CE2D17" w:rsidP="005F4B21">
          <w:pPr>
            <w:pStyle w:val="Zpat0"/>
          </w:pPr>
          <w:r>
            <w:t>VS 63523210</w:t>
          </w:r>
        </w:p>
      </w:tc>
    </w:tr>
  </w:tbl>
  <w:p w14:paraId="40BD9023" w14:textId="77777777" w:rsidR="00CE2D17" w:rsidRPr="00B8518B" w:rsidRDefault="00CE2D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E2D17" w:rsidRPr="00B8518B" w:rsidRDefault="00CE2D17" w:rsidP="00460660">
    <w:pPr>
      <w:pStyle w:val="Zpat"/>
      <w:rPr>
        <w:sz w:val="2"/>
        <w:szCs w:val="2"/>
      </w:rPr>
    </w:pPr>
  </w:p>
  <w:p w14:paraId="16024DF8" w14:textId="77777777" w:rsidR="00CE2D17" w:rsidRPr="00460660" w:rsidRDefault="00CE2D1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3B795DC1" w14:textId="77777777" w:rsidTr="00EB46E5">
      <w:tc>
        <w:tcPr>
          <w:tcW w:w="1361" w:type="dxa"/>
          <w:tcMar>
            <w:left w:w="0" w:type="dxa"/>
            <w:right w:w="0" w:type="dxa"/>
          </w:tcMar>
          <w:vAlign w:val="bottom"/>
        </w:tcPr>
        <w:p w14:paraId="263D62C1" w14:textId="7ECA76D0" w:rsidR="00CE2D17" w:rsidRPr="00B8518B" w:rsidRDefault="00CE2D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E2D17" w:rsidRDefault="00CE2D17" w:rsidP="00B8518B">
          <w:pPr>
            <w:pStyle w:val="Zpat"/>
          </w:pPr>
        </w:p>
      </w:tc>
      <w:tc>
        <w:tcPr>
          <w:tcW w:w="425" w:type="dxa"/>
          <w:shd w:val="clear" w:color="auto" w:fill="auto"/>
          <w:tcMar>
            <w:left w:w="0" w:type="dxa"/>
            <w:right w:w="0" w:type="dxa"/>
          </w:tcMar>
        </w:tcPr>
        <w:p w14:paraId="1E39D294" w14:textId="77777777" w:rsidR="00CE2D17" w:rsidRDefault="00CE2D17" w:rsidP="00B8518B">
          <w:pPr>
            <w:pStyle w:val="Zpat"/>
          </w:pPr>
        </w:p>
      </w:tc>
      <w:tc>
        <w:tcPr>
          <w:tcW w:w="8505" w:type="dxa"/>
        </w:tcPr>
        <w:p w14:paraId="2B5041B9" w14:textId="77777777" w:rsidR="00CE2D17" w:rsidRPr="00143EC0" w:rsidRDefault="00CE2D17" w:rsidP="00F422D3">
          <w:pPr>
            <w:pStyle w:val="Zpat0"/>
            <w:rPr>
              <w:b/>
            </w:rPr>
          </w:pPr>
          <w:r w:rsidRPr="00143EC0">
            <w:rPr>
              <w:b/>
            </w:rPr>
            <w:t>PŘÍLOHA č. 1</w:t>
          </w:r>
        </w:p>
        <w:p w14:paraId="0F369C68" w14:textId="77777777" w:rsidR="00CE2D17" w:rsidRDefault="00CE2D17" w:rsidP="00F95FBD">
          <w:pPr>
            <w:pStyle w:val="Zpat0"/>
          </w:pPr>
          <w:r>
            <w:t>SMLOUVA O DÍLO - Zhotovení stavby</w:t>
          </w:r>
        </w:p>
        <w:p w14:paraId="40F61466" w14:textId="2B418F30" w:rsidR="00CE2D17" w:rsidRDefault="00CE2D17" w:rsidP="0027352F">
          <w:pPr>
            <w:pStyle w:val="Zpat0"/>
          </w:pPr>
          <w:r>
            <w:t>VS 63523210</w:t>
          </w:r>
        </w:p>
      </w:tc>
    </w:tr>
  </w:tbl>
  <w:p w14:paraId="3A0E80A4" w14:textId="77777777" w:rsidR="00CE2D17" w:rsidRPr="00B8518B" w:rsidRDefault="00CE2D1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5A3921EC" w14:textId="77777777" w:rsidTr="00EB46E5">
      <w:tc>
        <w:tcPr>
          <w:tcW w:w="1361" w:type="dxa"/>
          <w:tcMar>
            <w:left w:w="0" w:type="dxa"/>
            <w:right w:w="0" w:type="dxa"/>
          </w:tcMar>
          <w:vAlign w:val="bottom"/>
        </w:tcPr>
        <w:p w14:paraId="4B55187E" w14:textId="150CF314" w:rsidR="00CE2D17" w:rsidRPr="00B8518B" w:rsidRDefault="00CE2D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E2D17" w:rsidRDefault="00CE2D17" w:rsidP="005A7872">
          <w:pPr>
            <w:pStyle w:val="Zpat"/>
          </w:pPr>
        </w:p>
      </w:tc>
      <w:tc>
        <w:tcPr>
          <w:tcW w:w="425" w:type="dxa"/>
          <w:shd w:val="clear" w:color="auto" w:fill="auto"/>
          <w:tcMar>
            <w:left w:w="0" w:type="dxa"/>
            <w:right w:w="0" w:type="dxa"/>
          </w:tcMar>
        </w:tcPr>
        <w:p w14:paraId="0BDE20BF" w14:textId="77777777" w:rsidR="00CE2D17" w:rsidRDefault="00CE2D17" w:rsidP="00B8518B">
          <w:pPr>
            <w:pStyle w:val="Zpat"/>
          </w:pPr>
        </w:p>
      </w:tc>
      <w:tc>
        <w:tcPr>
          <w:tcW w:w="8505" w:type="dxa"/>
        </w:tcPr>
        <w:p w14:paraId="639AED04" w14:textId="77777777" w:rsidR="00CE2D17" w:rsidRPr="00143EC0" w:rsidRDefault="00CE2D17" w:rsidP="00F422D3">
          <w:pPr>
            <w:pStyle w:val="Zpat0"/>
            <w:rPr>
              <w:b/>
            </w:rPr>
          </w:pPr>
          <w:r>
            <w:rPr>
              <w:b/>
            </w:rPr>
            <w:t>PŘÍLOHA č. 2</w:t>
          </w:r>
        </w:p>
        <w:p w14:paraId="6F1B8C02" w14:textId="77777777" w:rsidR="00CE2D17" w:rsidRDefault="00CE2D17" w:rsidP="00F95FBD">
          <w:pPr>
            <w:pStyle w:val="Zpat0"/>
          </w:pPr>
          <w:r>
            <w:t>SMLOUVA O DÍLO - Zhotovení stavby</w:t>
          </w:r>
        </w:p>
        <w:p w14:paraId="4983A40B" w14:textId="667168DE" w:rsidR="00CE2D17" w:rsidRDefault="00CE2D17" w:rsidP="00F21A07">
          <w:pPr>
            <w:pStyle w:val="Zpat0"/>
          </w:pPr>
          <w:r>
            <w:t>VS 635</w:t>
          </w:r>
          <w:r w:rsidR="00F21A07">
            <w:t>23210</w:t>
          </w:r>
        </w:p>
      </w:tc>
    </w:tr>
  </w:tbl>
  <w:p w14:paraId="5CD73219" w14:textId="77777777" w:rsidR="00CE2D17" w:rsidRPr="00B8518B" w:rsidRDefault="00CE2D1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0B97E035" w14:textId="77777777" w:rsidTr="00EB46E5">
      <w:tc>
        <w:tcPr>
          <w:tcW w:w="1361" w:type="dxa"/>
          <w:tcMar>
            <w:left w:w="0" w:type="dxa"/>
            <w:right w:w="0" w:type="dxa"/>
          </w:tcMar>
          <w:vAlign w:val="bottom"/>
        </w:tcPr>
        <w:p w14:paraId="7E36B4E5" w14:textId="5D0F67DE" w:rsidR="00CE2D17" w:rsidRPr="00B8518B" w:rsidRDefault="00CE2D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E2D17" w:rsidRDefault="00CE2D17" w:rsidP="005A7872">
          <w:pPr>
            <w:pStyle w:val="Zpat"/>
          </w:pPr>
        </w:p>
      </w:tc>
      <w:tc>
        <w:tcPr>
          <w:tcW w:w="425" w:type="dxa"/>
          <w:shd w:val="clear" w:color="auto" w:fill="auto"/>
          <w:tcMar>
            <w:left w:w="0" w:type="dxa"/>
            <w:right w:w="0" w:type="dxa"/>
          </w:tcMar>
        </w:tcPr>
        <w:p w14:paraId="4B519C9B" w14:textId="77777777" w:rsidR="00CE2D17" w:rsidRDefault="00CE2D17" w:rsidP="00B8518B">
          <w:pPr>
            <w:pStyle w:val="Zpat"/>
          </w:pPr>
        </w:p>
      </w:tc>
      <w:tc>
        <w:tcPr>
          <w:tcW w:w="8505" w:type="dxa"/>
        </w:tcPr>
        <w:p w14:paraId="14F1D50E" w14:textId="77777777" w:rsidR="00CE2D17" w:rsidRPr="00143EC0" w:rsidRDefault="00CE2D17" w:rsidP="00F422D3">
          <w:pPr>
            <w:pStyle w:val="Zpat0"/>
            <w:rPr>
              <w:b/>
            </w:rPr>
          </w:pPr>
          <w:r>
            <w:rPr>
              <w:b/>
            </w:rPr>
            <w:t>PŘÍLOHA č. 3</w:t>
          </w:r>
        </w:p>
        <w:p w14:paraId="1E1EC364" w14:textId="77777777" w:rsidR="00CE2D17" w:rsidRDefault="00CE2D17" w:rsidP="00F95FBD">
          <w:pPr>
            <w:pStyle w:val="Zpat0"/>
          </w:pPr>
          <w:r>
            <w:t>SMLOUVA O DÍLO - Zhotovení stavby</w:t>
          </w:r>
        </w:p>
        <w:p w14:paraId="1C873F66" w14:textId="6882934A" w:rsidR="00CE2D17" w:rsidRDefault="00CE2D17" w:rsidP="001409ED">
          <w:pPr>
            <w:pStyle w:val="Zpat0"/>
          </w:pPr>
          <w:r>
            <w:t>VS 63523210</w:t>
          </w:r>
        </w:p>
      </w:tc>
    </w:tr>
  </w:tbl>
  <w:p w14:paraId="5C8114EA" w14:textId="77777777" w:rsidR="00CE2D17" w:rsidRPr="00B8518B" w:rsidRDefault="00CE2D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66B52D22" w14:textId="77777777" w:rsidTr="00EB46E5">
      <w:tc>
        <w:tcPr>
          <w:tcW w:w="1361" w:type="dxa"/>
          <w:tcMar>
            <w:left w:w="0" w:type="dxa"/>
            <w:right w:w="0" w:type="dxa"/>
          </w:tcMar>
          <w:vAlign w:val="bottom"/>
        </w:tcPr>
        <w:p w14:paraId="718DAB14" w14:textId="130CCC9D" w:rsidR="00CE2D17" w:rsidRPr="00B8518B" w:rsidRDefault="00CE2D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E2D17" w:rsidRDefault="00CE2D17" w:rsidP="005A7872">
          <w:pPr>
            <w:pStyle w:val="Zpat"/>
          </w:pPr>
        </w:p>
      </w:tc>
      <w:tc>
        <w:tcPr>
          <w:tcW w:w="425" w:type="dxa"/>
          <w:shd w:val="clear" w:color="auto" w:fill="auto"/>
          <w:tcMar>
            <w:left w:w="0" w:type="dxa"/>
            <w:right w:w="0" w:type="dxa"/>
          </w:tcMar>
        </w:tcPr>
        <w:p w14:paraId="23262012" w14:textId="77777777" w:rsidR="00CE2D17" w:rsidRDefault="00CE2D17" w:rsidP="00B8518B">
          <w:pPr>
            <w:pStyle w:val="Zpat"/>
          </w:pPr>
        </w:p>
      </w:tc>
      <w:tc>
        <w:tcPr>
          <w:tcW w:w="8505" w:type="dxa"/>
        </w:tcPr>
        <w:p w14:paraId="08A91DEC" w14:textId="77777777" w:rsidR="00CE2D17" w:rsidRPr="00143EC0" w:rsidRDefault="00CE2D17" w:rsidP="00F422D3">
          <w:pPr>
            <w:pStyle w:val="Zpat0"/>
            <w:rPr>
              <w:b/>
            </w:rPr>
          </w:pPr>
          <w:r>
            <w:rPr>
              <w:b/>
            </w:rPr>
            <w:t>PŘÍLOHA č. 4</w:t>
          </w:r>
        </w:p>
        <w:p w14:paraId="45ADC8B0" w14:textId="77777777" w:rsidR="00CE2D17" w:rsidRDefault="00CE2D17" w:rsidP="00F95FBD">
          <w:pPr>
            <w:pStyle w:val="Zpat0"/>
          </w:pPr>
          <w:r>
            <w:t>SMLOUVA O DÍLO - Zhotovení stavby</w:t>
          </w:r>
        </w:p>
        <w:p w14:paraId="5AED8FDE" w14:textId="26EE3D5F" w:rsidR="00CE2D17" w:rsidRDefault="00CE2D17" w:rsidP="001409ED">
          <w:pPr>
            <w:pStyle w:val="Zpat0"/>
          </w:pPr>
          <w:r>
            <w:t>VS 63523210</w:t>
          </w:r>
        </w:p>
      </w:tc>
    </w:tr>
  </w:tbl>
  <w:p w14:paraId="4F916A5C" w14:textId="77777777" w:rsidR="00CE2D17" w:rsidRPr="00B8518B" w:rsidRDefault="00CE2D1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22087783" w14:textId="77777777" w:rsidTr="00EB46E5">
      <w:tc>
        <w:tcPr>
          <w:tcW w:w="1361" w:type="dxa"/>
          <w:tcMar>
            <w:left w:w="0" w:type="dxa"/>
            <w:right w:w="0" w:type="dxa"/>
          </w:tcMar>
          <w:vAlign w:val="bottom"/>
        </w:tcPr>
        <w:p w14:paraId="5466D5DD" w14:textId="0712D12D" w:rsidR="00CE2D17" w:rsidRPr="00B8518B" w:rsidRDefault="00CE2D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E2D17" w:rsidRDefault="00CE2D17" w:rsidP="005A7872">
          <w:pPr>
            <w:pStyle w:val="Zpat"/>
          </w:pPr>
        </w:p>
      </w:tc>
      <w:tc>
        <w:tcPr>
          <w:tcW w:w="425" w:type="dxa"/>
          <w:shd w:val="clear" w:color="auto" w:fill="auto"/>
          <w:tcMar>
            <w:left w:w="0" w:type="dxa"/>
            <w:right w:w="0" w:type="dxa"/>
          </w:tcMar>
        </w:tcPr>
        <w:p w14:paraId="67316234" w14:textId="77777777" w:rsidR="00CE2D17" w:rsidRDefault="00CE2D17" w:rsidP="00B8518B">
          <w:pPr>
            <w:pStyle w:val="Zpat"/>
          </w:pPr>
        </w:p>
      </w:tc>
      <w:tc>
        <w:tcPr>
          <w:tcW w:w="8505" w:type="dxa"/>
        </w:tcPr>
        <w:p w14:paraId="6C914672" w14:textId="77777777" w:rsidR="00CE2D17" w:rsidRPr="00143EC0" w:rsidRDefault="00CE2D17" w:rsidP="00F422D3">
          <w:pPr>
            <w:pStyle w:val="Zpat0"/>
            <w:rPr>
              <w:b/>
            </w:rPr>
          </w:pPr>
          <w:r>
            <w:rPr>
              <w:b/>
            </w:rPr>
            <w:t>PŘÍLOHA č. 5</w:t>
          </w:r>
        </w:p>
        <w:p w14:paraId="07F30A27" w14:textId="77777777" w:rsidR="00CE2D17" w:rsidRDefault="00CE2D17" w:rsidP="00F95FBD">
          <w:pPr>
            <w:pStyle w:val="Zpat0"/>
          </w:pPr>
          <w:r>
            <w:t>SMLOUVA O DÍLO - Zhotovení stavby</w:t>
          </w:r>
        </w:p>
        <w:p w14:paraId="1C48704A" w14:textId="52E2AE45" w:rsidR="00CE2D17" w:rsidRDefault="00CE2D17" w:rsidP="001409ED">
          <w:pPr>
            <w:pStyle w:val="Zpat0"/>
          </w:pPr>
          <w:r>
            <w:t>VS 63523210</w:t>
          </w:r>
        </w:p>
      </w:tc>
    </w:tr>
  </w:tbl>
  <w:p w14:paraId="39DDB202" w14:textId="77777777" w:rsidR="00CE2D17" w:rsidRPr="00B8518B" w:rsidRDefault="00CE2D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0CCF3C1F" w14:textId="77777777" w:rsidTr="00EB46E5">
      <w:tc>
        <w:tcPr>
          <w:tcW w:w="1361" w:type="dxa"/>
          <w:tcMar>
            <w:left w:w="0" w:type="dxa"/>
            <w:right w:w="0" w:type="dxa"/>
          </w:tcMar>
          <w:vAlign w:val="bottom"/>
        </w:tcPr>
        <w:p w14:paraId="4C6F97B1" w14:textId="18978151" w:rsidR="00CE2D17" w:rsidRPr="00B8518B" w:rsidRDefault="00CE2D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19C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E2D17" w:rsidRDefault="00CE2D17" w:rsidP="005A7872">
          <w:pPr>
            <w:pStyle w:val="Zpat"/>
          </w:pPr>
        </w:p>
      </w:tc>
      <w:tc>
        <w:tcPr>
          <w:tcW w:w="425" w:type="dxa"/>
          <w:shd w:val="clear" w:color="auto" w:fill="auto"/>
          <w:tcMar>
            <w:left w:w="0" w:type="dxa"/>
            <w:right w:w="0" w:type="dxa"/>
          </w:tcMar>
        </w:tcPr>
        <w:p w14:paraId="606ADDBB" w14:textId="77777777" w:rsidR="00CE2D17" w:rsidRDefault="00CE2D17" w:rsidP="00B8518B">
          <w:pPr>
            <w:pStyle w:val="Zpat"/>
          </w:pPr>
        </w:p>
      </w:tc>
      <w:tc>
        <w:tcPr>
          <w:tcW w:w="8505" w:type="dxa"/>
        </w:tcPr>
        <w:p w14:paraId="7EC9355B" w14:textId="77777777" w:rsidR="00CE2D17" w:rsidRPr="00143EC0" w:rsidRDefault="00CE2D17" w:rsidP="00F422D3">
          <w:pPr>
            <w:pStyle w:val="Zpat0"/>
            <w:rPr>
              <w:b/>
            </w:rPr>
          </w:pPr>
          <w:r>
            <w:rPr>
              <w:b/>
            </w:rPr>
            <w:t>PŘÍLOHA č. 6</w:t>
          </w:r>
        </w:p>
        <w:p w14:paraId="331317FC" w14:textId="77777777" w:rsidR="00CE2D17" w:rsidRDefault="00CE2D17" w:rsidP="00F95FBD">
          <w:pPr>
            <w:pStyle w:val="Zpat0"/>
          </w:pPr>
          <w:r>
            <w:t>SMLOUVA O DÍLO - Zhotovení stavby</w:t>
          </w:r>
        </w:p>
        <w:p w14:paraId="0810EFE1" w14:textId="726C4D29" w:rsidR="00CE2D17" w:rsidRDefault="00CE2D17" w:rsidP="008715A0">
          <w:pPr>
            <w:pStyle w:val="Zpat0"/>
          </w:pPr>
          <w:r>
            <w:t>VS 63523210</w:t>
          </w:r>
        </w:p>
      </w:tc>
    </w:tr>
  </w:tbl>
  <w:p w14:paraId="05421947" w14:textId="77777777" w:rsidR="00CE2D17" w:rsidRPr="00B8518B" w:rsidRDefault="00CE2D1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17" w14:paraId="7C217AF3" w14:textId="77777777" w:rsidTr="00EB46E5">
      <w:tc>
        <w:tcPr>
          <w:tcW w:w="1361" w:type="dxa"/>
          <w:tcMar>
            <w:left w:w="0" w:type="dxa"/>
            <w:right w:w="0" w:type="dxa"/>
          </w:tcMar>
          <w:vAlign w:val="bottom"/>
        </w:tcPr>
        <w:p w14:paraId="7DD0A4FE" w14:textId="24500735" w:rsidR="00CE2D17" w:rsidRPr="00B8518B" w:rsidRDefault="00CE2D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A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6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E2D17" w:rsidRDefault="00CE2D17" w:rsidP="005A7872">
          <w:pPr>
            <w:pStyle w:val="Zpat"/>
          </w:pPr>
        </w:p>
      </w:tc>
      <w:tc>
        <w:tcPr>
          <w:tcW w:w="425" w:type="dxa"/>
          <w:shd w:val="clear" w:color="auto" w:fill="auto"/>
          <w:tcMar>
            <w:left w:w="0" w:type="dxa"/>
            <w:right w:w="0" w:type="dxa"/>
          </w:tcMar>
        </w:tcPr>
        <w:p w14:paraId="401BA09E" w14:textId="77777777" w:rsidR="00CE2D17" w:rsidRDefault="00CE2D17" w:rsidP="00B8518B">
          <w:pPr>
            <w:pStyle w:val="Zpat"/>
          </w:pPr>
        </w:p>
      </w:tc>
      <w:tc>
        <w:tcPr>
          <w:tcW w:w="8505" w:type="dxa"/>
        </w:tcPr>
        <w:p w14:paraId="7EEDA729" w14:textId="77777777" w:rsidR="00CE2D17" w:rsidRPr="00143EC0" w:rsidRDefault="00CE2D17" w:rsidP="00F422D3">
          <w:pPr>
            <w:pStyle w:val="Zpat0"/>
            <w:rPr>
              <w:b/>
            </w:rPr>
          </w:pPr>
          <w:r>
            <w:rPr>
              <w:b/>
            </w:rPr>
            <w:t>PŘÍLOHA č. 7</w:t>
          </w:r>
        </w:p>
        <w:p w14:paraId="44CA2664" w14:textId="77777777" w:rsidR="00CE2D17" w:rsidRDefault="00CE2D17" w:rsidP="00F95FBD">
          <w:pPr>
            <w:pStyle w:val="Zpat0"/>
          </w:pPr>
          <w:r>
            <w:t>SMLOUVA O DÍLO - Zhotovení stavby</w:t>
          </w:r>
        </w:p>
        <w:p w14:paraId="7E32C0F5" w14:textId="1E4B5D9F" w:rsidR="00CE2D17" w:rsidRDefault="00CE2D17" w:rsidP="005F4B21">
          <w:pPr>
            <w:pStyle w:val="Zpat0"/>
          </w:pPr>
          <w:r>
            <w:t>VS 63523210</w:t>
          </w:r>
        </w:p>
      </w:tc>
    </w:tr>
  </w:tbl>
  <w:p w14:paraId="2B76B789" w14:textId="77777777" w:rsidR="00CE2D17" w:rsidRPr="00B8518B" w:rsidRDefault="00CE2D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CE2D17" w:rsidRDefault="00CE2D17" w:rsidP="00962258">
      <w:pPr>
        <w:spacing w:after="0" w:line="240" w:lineRule="auto"/>
      </w:pPr>
      <w:r>
        <w:separator/>
      </w:r>
    </w:p>
  </w:footnote>
  <w:footnote w:type="continuationSeparator" w:id="0">
    <w:p w14:paraId="440E8162" w14:textId="77777777" w:rsidR="00CE2D17" w:rsidRDefault="00CE2D17" w:rsidP="00962258">
      <w:pPr>
        <w:spacing w:after="0" w:line="240" w:lineRule="auto"/>
      </w:pPr>
      <w:r>
        <w:continuationSeparator/>
      </w:r>
    </w:p>
  </w:footnote>
  <w:footnote w:id="1">
    <w:p w14:paraId="7DCE951F" w14:textId="77777777" w:rsidR="00CE2D17" w:rsidRDefault="00CE2D17"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CE2D17" w:rsidRDefault="00CE2D1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CE2D17" w:rsidRDefault="00CE2D17"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CE2D17" w:rsidRPr="00DF41CC" w:rsidRDefault="00CE2D1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CE2D17" w:rsidRPr="00DF41CC" w:rsidRDefault="00CE2D1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CE2D17" w:rsidRPr="00DF41CC" w:rsidRDefault="00CE2D1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CE2D17" w:rsidRDefault="00CE2D1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17" w14:paraId="6BB71C12" w14:textId="77777777" w:rsidTr="00C02D0A">
      <w:trPr>
        <w:trHeight w:hRule="exact" w:val="454"/>
      </w:trPr>
      <w:tc>
        <w:tcPr>
          <w:tcW w:w="1361" w:type="dxa"/>
          <w:tcMar>
            <w:top w:w="57" w:type="dxa"/>
            <w:left w:w="0" w:type="dxa"/>
            <w:right w:w="0" w:type="dxa"/>
          </w:tcMar>
        </w:tcPr>
        <w:p w14:paraId="338DD7CB" w14:textId="77777777" w:rsidR="00CE2D17" w:rsidRPr="00B8518B" w:rsidRDefault="00CE2D17" w:rsidP="00523EA7">
          <w:pPr>
            <w:pStyle w:val="Zpat"/>
            <w:rPr>
              <w:rStyle w:val="slostrnky"/>
            </w:rPr>
          </w:pPr>
        </w:p>
      </w:tc>
      <w:tc>
        <w:tcPr>
          <w:tcW w:w="3458" w:type="dxa"/>
          <w:shd w:val="clear" w:color="auto" w:fill="auto"/>
          <w:tcMar>
            <w:top w:w="57" w:type="dxa"/>
            <w:left w:w="0" w:type="dxa"/>
            <w:right w:w="0" w:type="dxa"/>
          </w:tcMar>
        </w:tcPr>
        <w:p w14:paraId="639C484E" w14:textId="77777777" w:rsidR="00CE2D17" w:rsidRDefault="00CE2D17" w:rsidP="00523EA7">
          <w:pPr>
            <w:pStyle w:val="Zpat"/>
          </w:pPr>
        </w:p>
      </w:tc>
      <w:tc>
        <w:tcPr>
          <w:tcW w:w="5698" w:type="dxa"/>
          <w:shd w:val="clear" w:color="auto" w:fill="auto"/>
          <w:tcMar>
            <w:top w:w="57" w:type="dxa"/>
            <w:left w:w="0" w:type="dxa"/>
            <w:right w:w="0" w:type="dxa"/>
          </w:tcMar>
        </w:tcPr>
        <w:p w14:paraId="7D8ED610" w14:textId="77777777" w:rsidR="00CE2D17" w:rsidRPr="00D6163D" w:rsidRDefault="00CE2D17" w:rsidP="00D6163D">
          <w:pPr>
            <w:pStyle w:val="Druhdokumentu"/>
          </w:pPr>
        </w:p>
      </w:tc>
    </w:tr>
  </w:tbl>
  <w:p w14:paraId="6ABCCCE8" w14:textId="77777777" w:rsidR="00CE2D17" w:rsidRPr="00D6163D" w:rsidRDefault="00CE2D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2D17" w:rsidRPr="00AF2741" w14:paraId="168FD64F" w14:textId="77777777" w:rsidTr="005F5FFB">
      <w:trPr>
        <w:trHeight w:hRule="exact" w:val="1168"/>
      </w:trPr>
      <w:tc>
        <w:tcPr>
          <w:tcW w:w="1361" w:type="dxa"/>
          <w:tcMar>
            <w:left w:w="0" w:type="dxa"/>
            <w:right w:w="0" w:type="dxa"/>
          </w:tcMar>
        </w:tcPr>
        <w:p w14:paraId="2B8CCDF0" w14:textId="77777777" w:rsidR="00CE2D17" w:rsidRPr="00B8518B" w:rsidRDefault="00CE2D17" w:rsidP="00FC6389">
          <w:pPr>
            <w:pStyle w:val="Zpat"/>
            <w:rPr>
              <w:rStyle w:val="slostrnky"/>
            </w:rPr>
          </w:pPr>
        </w:p>
      </w:tc>
      <w:tc>
        <w:tcPr>
          <w:tcW w:w="3458" w:type="dxa"/>
          <w:shd w:val="clear" w:color="auto" w:fill="auto"/>
          <w:tcMar>
            <w:left w:w="0" w:type="dxa"/>
            <w:right w:w="0" w:type="dxa"/>
          </w:tcMar>
        </w:tcPr>
        <w:p w14:paraId="53C52B3B" w14:textId="77777777" w:rsidR="00CE2D17" w:rsidRDefault="00CE2D17" w:rsidP="00FC6389">
          <w:pPr>
            <w:pStyle w:val="Zpat"/>
          </w:pPr>
        </w:p>
      </w:tc>
      <w:tc>
        <w:tcPr>
          <w:tcW w:w="5756" w:type="dxa"/>
          <w:shd w:val="clear" w:color="auto" w:fill="auto"/>
          <w:tcMar>
            <w:left w:w="0" w:type="dxa"/>
            <w:right w:w="0" w:type="dxa"/>
          </w:tcMar>
        </w:tcPr>
        <w:p w14:paraId="6F544C22" w14:textId="77777777" w:rsidR="00CE2D17" w:rsidRDefault="00CE2D17" w:rsidP="00FC6389">
          <w:pPr>
            <w:pStyle w:val="Druhdokumentu"/>
            <w:rPr>
              <w:b w:val="0"/>
              <w:sz w:val="16"/>
              <w:szCs w:val="16"/>
            </w:rPr>
          </w:pPr>
        </w:p>
        <w:p w14:paraId="5E962325" w14:textId="77777777" w:rsidR="00CE2D17" w:rsidRDefault="00CE2D17" w:rsidP="00FC6389">
          <w:pPr>
            <w:pStyle w:val="Druhdokumentu"/>
            <w:rPr>
              <w:b w:val="0"/>
              <w:sz w:val="16"/>
              <w:szCs w:val="16"/>
            </w:rPr>
          </w:pPr>
        </w:p>
        <w:p w14:paraId="63D78D97" w14:textId="77777777" w:rsidR="00CE2D17" w:rsidRDefault="00CE2D17" w:rsidP="00FC6389">
          <w:pPr>
            <w:pStyle w:val="Druhdokumentu"/>
            <w:rPr>
              <w:b w:val="0"/>
              <w:sz w:val="16"/>
              <w:szCs w:val="16"/>
            </w:rPr>
          </w:pPr>
        </w:p>
        <w:p w14:paraId="02418952" w14:textId="77777777" w:rsidR="00CE2D17" w:rsidRDefault="00CE2D17" w:rsidP="00FC6389">
          <w:pPr>
            <w:pStyle w:val="Druhdokumentu"/>
            <w:rPr>
              <w:b w:val="0"/>
              <w:sz w:val="16"/>
              <w:szCs w:val="16"/>
            </w:rPr>
          </w:pPr>
        </w:p>
        <w:p w14:paraId="31886A74" w14:textId="0BEF9C08" w:rsidR="00CE2D17" w:rsidRPr="00AF2741" w:rsidRDefault="00CE2D17"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CE2D17" w:rsidRPr="00AF2741" w:rsidRDefault="00CE2D17" w:rsidP="00FC6389">
          <w:pPr>
            <w:pStyle w:val="Druhdokumentu"/>
            <w:rPr>
              <w:b w:val="0"/>
            </w:rPr>
          </w:pPr>
        </w:p>
      </w:tc>
    </w:tr>
    <w:tr w:rsidR="00CE2D17" w14:paraId="158F7373" w14:textId="77777777" w:rsidTr="00B22106">
      <w:trPr>
        <w:trHeight w:hRule="exact" w:val="936"/>
      </w:trPr>
      <w:tc>
        <w:tcPr>
          <w:tcW w:w="1361" w:type="dxa"/>
          <w:tcMar>
            <w:left w:w="0" w:type="dxa"/>
            <w:right w:w="0" w:type="dxa"/>
          </w:tcMar>
        </w:tcPr>
        <w:p w14:paraId="271D6267" w14:textId="77777777" w:rsidR="00CE2D17" w:rsidRPr="00B8518B" w:rsidRDefault="00CE2D17" w:rsidP="00FC6389">
          <w:pPr>
            <w:pStyle w:val="Zpat"/>
            <w:rPr>
              <w:rStyle w:val="slostrnky"/>
            </w:rPr>
          </w:pPr>
        </w:p>
      </w:tc>
      <w:tc>
        <w:tcPr>
          <w:tcW w:w="3458" w:type="dxa"/>
          <w:shd w:val="clear" w:color="auto" w:fill="auto"/>
          <w:tcMar>
            <w:left w:w="0" w:type="dxa"/>
            <w:right w:w="0" w:type="dxa"/>
          </w:tcMar>
        </w:tcPr>
        <w:p w14:paraId="2D54CAC2" w14:textId="3D722A94" w:rsidR="00CE2D17" w:rsidRDefault="00CE2D1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CE2D17" w:rsidRDefault="00CE2D17" w:rsidP="00056BC3">
          <w:pPr>
            <w:pStyle w:val="Druhdokumentu"/>
            <w:rPr>
              <w:b w:val="0"/>
              <w:color w:val="auto"/>
              <w:sz w:val="16"/>
              <w:szCs w:val="16"/>
              <w:highlight w:val="green"/>
            </w:rPr>
          </w:pPr>
        </w:p>
        <w:p w14:paraId="0F73B4BB" w14:textId="4AB0C231" w:rsidR="00CE2D17" w:rsidRPr="00843429" w:rsidRDefault="00CE2D1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CE2D17" w:rsidRPr="00D6163D" w:rsidRDefault="00CE2D1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CE2D17" w:rsidRPr="00D6163D" w:rsidRDefault="00CE2D1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E2D17" w:rsidRPr="00460660" w:rsidRDefault="00CE2D1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17" w14:paraId="3F1F66F6" w14:textId="77777777" w:rsidTr="00C02D0A">
      <w:trPr>
        <w:trHeight w:hRule="exact" w:val="454"/>
      </w:trPr>
      <w:tc>
        <w:tcPr>
          <w:tcW w:w="1361" w:type="dxa"/>
          <w:tcMar>
            <w:top w:w="57" w:type="dxa"/>
            <w:left w:w="0" w:type="dxa"/>
            <w:right w:w="0" w:type="dxa"/>
          </w:tcMar>
        </w:tcPr>
        <w:p w14:paraId="51144C71" w14:textId="77777777" w:rsidR="00CE2D17" w:rsidRPr="00B8518B" w:rsidRDefault="00CE2D17" w:rsidP="00523EA7">
          <w:pPr>
            <w:pStyle w:val="Zpat"/>
            <w:rPr>
              <w:rStyle w:val="slostrnky"/>
            </w:rPr>
          </w:pPr>
        </w:p>
      </w:tc>
      <w:tc>
        <w:tcPr>
          <w:tcW w:w="3458" w:type="dxa"/>
          <w:shd w:val="clear" w:color="auto" w:fill="auto"/>
          <w:tcMar>
            <w:top w:w="57" w:type="dxa"/>
            <w:left w:w="0" w:type="dxa"/>
            <w:right w:w="0" w:type="dxa"/>
          </w:tcMar>
        </w:tcPr>
        <w:p w14:paraId="12C575FA" w14:textId="77777777" w:rsidR="00CE2D17" w:rsidRDefault="00CE2D17" w:rsidP="00523EA7">
          <w:pPr>
            <w:pStyle w:val="Zpat"/>
          </w:pPr>
        </w:p>
      </w:tc>
      <w:tc>
        <w:tcPr>
          <w:tcW w:w="5698" w:type="dxa"/>
          <w:shd w:val="clear" w:color="auto" w:fill="auto"/>
          <w:tcMar>
            <w:top w:w="57" w:type="dxa"/>
            <w:left w:w="0" w:type="dxa"/>
            <w:right w:w="0" w:type="dxa"/>
          </w:tcMar>
        </w:tcPr>
        <w:p w14:paraId="3C4BB304" w14:textId="77777777" w:rsidR="00CE2D17" w:rsidRPr="00D6163D" w:rsidRDefault="00CE2D17" w:rsidP="00D6163D">
          <w:pPr>
            <w:pStyle w:val="Druhdokumentu"/>
          </w:pPr>
        </w:p>
      </w:tc>
    </w:tr>
  </w:tbl>
  <w:p w14:paraId="32BDC249" w14:textId="77777777" w:rsidR="00CE2D17" w:rsidRPr="00D6163D" w:rsidRDefault="00CE2D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17" w14:paraId="675D91C3" w14:textId="77777777" w:rsidTr="00C02D0A">
      <w:trPr>
        <w:trHeight w:hRule="exact" w:val="454"/>
      </w:trPr>
      <w:tc>
        <w:tcPr>
          <w:tcW w:w="1361" w:type="dxa"/>
          <w:tcMar>
            <w:top w:w="57" w:type="dxa"/>
            <w:left w:w="0" w:type="dxa"/>
            <w:right w:w="0" w:type="dxa"/>
          </w:tcMar>
        </w:tcPr>
        <w:p w14:paraId="504FED56" w14:textId="77777777" w:rsidR="00CE2D17" w:rsidRPr="00B8518B" w:rsidRDefault="00CE2D17" w:rsidP="00523EA7">
          <w:pPr>
            <w:pStyle w:val="Zpat"/>
            <w:rPr>
              <w:rStyle w:val="slostrnky"/>
            </w:rPr>
          </w:pPr>
        </w:p>
      </w:tc>
      <w:tc>
        <w:tcPr>
          <w:tcW w:w="3458" w:type="dxa"/>
          <w:shd w:val="clear" w:color="auto" w:fill="auto"/>
          <w:tcMar>
            <w:top w:w="57" w:type="dxa"/>
            <w:left w:w="0" w:type="dxa"/>
            <w:right w:w="0" w:type="dxa"/>
          </w:tcMar>
        </w:tcPr>
        <w:p w14:paraId="2550CFA4" w14:textId="77777777" w:rsidR="00CE2D17" w:rsidRDefault="00CE2D17" w:rsidP="00523EA7">
          <w:pPr>
            <w:pStyle w:val="Zpat"/>
          </w:pPr>
        </w:p>
      </w:tc>
      <w:tc>
        <w:tcPr>
          <w:tcW w:w="5698" w:type="dxa"/>
          <w:shd w:val="clear" w:color="auto" w:fill="auto"/>
          <w:tcMar>
            <w:top w:w="57" w:type="dxa"/>
            <w:left w:w="0" w:type="dxa"/>
            <w:right w:w="0" w:type="dxa"/>
          </w:tcMar>
        </w:tcPr>
        <w:p w14:paraId="283A806D" w14:textId="77777777" w:rsidR="00CE2D17" w:rsidRPr="00D6163D" w:rsidRDefault="00CE2D17" w:rsidP="00D6163D">
          <w:pPr>
            <w:pStyle w:val="Druhdokumentu"/>
          </w:pPr>
        </w:p>
      </w:tc>
    </w:tr>
  </w:tbl>
  <w:p w14:paraId="0BADE093" w14:textId="77777777" w:rsidR="00CE2D17" w:rsidRPr="00D6163D" w:rsidRDefault="00CE2D1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17" w14:paraId="7F905E6B" w14:textId="77777777" w:rsidTr="00C02D0A">
      <w:trPr>
        <w:trHeight w:hRule="exact" w:val="454"/>
      </w:trPr>
      <w:tc>
        <w:tcPr>
          <w:tcW w:w="1361" w:type="dxa"/>
          <w:tcMar>
            <w:top w:w="57" w:type="dxa"/>
            <w:left w:w="0" w:type="dxa"/>
            <w:right w:w="0" w:type="dxa"/>
          </w:tcMar>
        </w:tcPr>
        <w:p w14:paraId="37D5EB89" w14:textId="77777777" w:rsidR="00CE2D17" w:rsidRPr="00B8518B" w:rsidRDefault="00CE2D17" w:rsidP="00523EA7">
          <w:pPr>
            <w:pStyle w:val="Zpat"/>
            <w:rPr>
              <w:rStyle w:val="slostrnky"/>
            </w:rPr>
          </w:pPr>
        </w:p>
      </w:tc>
      <w:tc>
        <w:tcPr>
          <w:tcW w:w="3458" w:type="dxa"/>
          <w:shd w:val="clear" w:color="auto" w:fill="auto"/>
          <w:tcMar>
            <w:top w:w="57" w:type="dxa"/>
            <w:left w:w="0" w:type="dxa"/>
            <w:right w:w="0" w:type="dxa"/>
          </w:tcMar>
        </w:tcPr>
        <w:p w14:paraId="24B9BE83" w14:textId="77777777" w:rsidR="00CE2D17" w:rsidRDefault="00CE2D17" w:rsidP="00523EA7">
          <w:pPr>
            <w:pStyle w:val="Zpat"/>
          </w:pPr>
        </w:p>
      </w:tc>
      <w:tc>
        <w:tcPr>
          <w:tcW w:w="5698" w:type="dxa"/>
          <w:shd w:val="clear" w:color="auto" w:fill="auto"/>
          <w:tcMar>
            <w:top w:w="57" w:type="dxa"/>
            <w:left w:w="0" w:type="dxa"/>
            <w:right w:w="0" w:type="dxa"/>
          </w:tcMar>
        </w:tcPr>
        <w:p w14:paraId="04CE75F8" w14:textId="77777777" w:rsidR="00CE2D17" w:rsidRPr="00D6163D" w:rsidRDefault="00CE2D17" w:rsidP="00D6163D">
          <w:pPr>
            <w:pStyle w:val="Druhdokumentu"/>
          </w:pPr>
        </w:p>
      </w:tc>
    </w:tr>
  </w:tbl>
  <w:p w14:paraId="608318F8" w14:textId="77777777" w:rsidR="00CE2D17" w:rsidRPr="00D6163D" w:rsidRDefault="00CE2D1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17" w14:paraId="19DA0765" w14:textId="77777777" w:rsidTr="00C02D0A">
      <w:trPr>
        <w:trHeight w:hRule="exact" w:val="454"/>
      </w:trPr>
      <w:tc>
        <w:tcPr>
          <w:tcW w:w="1361" w:type="dxa"/>
          <w:tcMar>
            <w:top w:w="57" w:type="dxa"/>
            <w:left w:w="0" w:type="dxa"/>
            <w:right w:w="0" w:type="dxa"/>
          </w:tcMar>
        </w:tcPr>
        <w:p w14:paraId="491C1C1D" w14:textId="77777777" w:rsidR="00CE2D17" w:rsidRPr="00B8518B" w:rsidRDefault="00CE2D17" w:rsidP="00523EA7">
          <w:pPr>
            <w:pStyle w:val="Zpat"/>
            <w:rPr>
              <w:rStyle w:val="slostrnky"/>
            </w:rPr>
          </w:pPr>
        </w:p>
      </w:tc>
      <w:tc>
        <w:tcPr>
          <w:tcW w:w="3458" w:type="dxa"/>
          <w:shd w:val="clear" w:color="auto" w:fill="auto"/>
          <w:tcMar>
            <w:top w:w="57" w:type="dxa"/>
            <w:left w:w="0" w:type="dxa"/>
            <w:right w:w="0" w:type="dxa"/>
          </w:tcMar>
        </w:tcPr>
        <w:p w14:paraId="566F6471" w14:textId="77777777" w:rsidR="00CE2D17" w:rsidRDefault="00CE2D17" w:rsidP="00523EA7">
          <w:pPr>
            <w:pStyle w:val="Zpat"/>
          </w:pPr>
        </w:p>
      </w:tc>
      <w:tc>
        <w:tcPr>
          <w:tcW w:w="5698" w:type="dxa"/>
          <w:shd w:val="clear" w:color="auto" w:fill="auto"/>
          <w:tcMar>
            <w:top w:w="57" w:type="dxa"/>
            <w:left w:w="0" w:type="dxa"/>
            <w:right w:w="0" w:type="dxa"/>
          </w:tcMar>
        </w:tcPr>
        <w:p w14:paraId="0A6D3013" w14:textId="77777777" w:rsidR="00CE2D17" w:rsidRPr="00D6163D" w:rsidRDefault="00CE2D17" w:rsidP="00D6163D">
          <w:pPr>
            <w:pStyle w:val="Druhdokumentu"/>
          </w:pPr>
        </w:p>
      </w:tc>
    </w:tr>
  </w:tbl>
  <w:p w14:paraId="5C5A73E6" w14:textId="77777777" w:rsidR="00CE2D17" w:rsidRPr="00D6163D" w:rsidRDefault="00CE2D1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2972830">
    <w:abstractNumId w:val="4"/>
  </w:num>
  <w:num w:numId="2" w16cid:durableId="1525250321">
    <w:abstractNumId w:val="1"/>
  </w:num>
  <w:num w:numId="3" w16cid:durableId="1914781245">
    <w:abstractNumId w:val="12"/>
  </w:num>
  <w:num w:numId="4" w16cid:durableId="1805271929">
    <w:abstractNumId w:val="5"/>
  </w:num>
  <w:num w:numId="5" w16cid:durableId="1779255023">
    <w:abstractNumId w:val="0"/>
  </w:num>
  <w:num w:numId="6" w16cid:durableId="1964001297">
    <w:abstractNumId w:val="6"/>
  </w:num>
  <w:num w:numId="7" w16cid:durableId="104079481">
    <w:abstractNumId w:val="9"/>
  </w:num>
  <w:num w:numId="8" w16cid:durableId="685643946">
    <w:abstractNumId w:val="11"/>
  </w:num>
  <w:num w:numId="9" w16cid:durableId="2137941731">
    <w:abstractNumId w:val="0"/>
  </w:num>
  <w:num w:numId="10" w16cid:durableId="1866285833">
    <w:abstractNumId w:val="3"/>
  </w:num>
  <w:num w:numId="11" w16cid:durableId="367340665">
    <w:abstractNumId w:val="13"/>
  </w:num>
  <w:num w:numId="12" w16cid:durableId="430861629">
    <w:abstractNumId w:val="7"/>
  </w:num>
  <w:num w:numId="13" w16cid:durableId="671905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3766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72311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8240830">
    <w:abstractNumId w:val="2"/>
  </w:num>
  <w:num w:numId="17" w16cid:durableId="1233613225">
    <w:abstractNumId w:val="10"/>
  </w:num>
  <w:num w:numId="18" w16cid:durableId="60604026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9173D"/>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09ED"/>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19CF"/>
    <w:rsid w:val="00237FF8"/>
    <w:rsid w:val="00240B81"/>
    <w:rsid w:val="00247D01"/>
    <w:rsid w:val="00250AB7"/>
    <w:rsid w:val="00261A5B"/>
    <w:rsid w:val="00262E5B"/>
    <w:rsid w:val="00273269"/>
    <w:rsid w:val="0027352F"/>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14EE"/>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4B21"/>
    <w:rsid w:val="005F5FFB"/>
    <w:rsid w:val="00601A8C"/>
    <w:rsid w:val="0061068E"/>
    <w:rsid w:val="006115D3"/>
    <w:rsid w:val="00611DEA"/>
    <w:rsid w:val="006250E6"/>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207"/>
    <w:rsid w:val="008105B1"/>
    <w:rsid w:val="00812D5B"/>
    <w:rsid w:val="00821D01"/>
    <w:rsid w:val="00826B7B"/>
    <w:rsid w:val="00843429"/>
    <w:rsid w:val="00846789"/>
    <w:rsid w:val="00866994"/>
    <w:rsid w:val="008715A0"/>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E2D17"/>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746EF"/>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1A07"/>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15A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Pelka@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odulova@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Pesl@spravazeleznic.cz" TargetMode="External"/><Relationship Id="rId30" Type="http://schemas.openxmlformats.org/officeDocument/2006/relationships/hyperlink" Target="mailto:Votoupal@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3C064F"/>
    <w:rsid w:val="00621BE5"/>
    <w:rsid w:val="006E68CD"/>
    <w:rsid w:val="008C6795"/>
    <w:rsid w:val="009F4FDD"/>
    <w:rsid w:val="00A97E69"/>
    <w:rsid w:val="00BD3F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F2FD53A-9F6D-456F-ADD5-143B292C630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87</TotalTime>
  <Pages>28</Pages>
  <Words>7256</Words>
  <Characters>42816</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7</cp:revision>
  <cp:lastPrinted>2019-09-27T11:09:00Z</cp:lastPrinted>
  <dcterms:created xsi:type="dcterms:W3CDTF">2023-11-15T10:49:00Z</dcterms:created>
  <dcterms:modified xsi:type="dcterms:W3CDTF">2023-11-23T07:38:00Z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